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CBA6E" w14:textId="77777777" w:rsidR="000E3BAB" w:rsidRDefault="000E3BAB" w:rsidP="000E3BAB">
      <w:pPr>
        <w:jc w:val="left"/>
      </w:pPr>
      <w:r>
        <w:rPr>
          <w:rFonts w:hint="eastAsia"/>
        </w:rPr>
        <w:t>様式第１号</w:t>
      </w:r>
      <w:bookmarkStart w:id="0" w:name="MOKUJI_41"/>
      <w:bookmarkEnd w:id="0"/>
      <w:r>
        <w:rPr>
          <w:rFonts w:hint="eastAsia"/>
        </w:rPr>
        <w:t>（第７条関係）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4"/>
        <w:gridCol w:w="1417"/>
        <w:gridCol w:w="2410"/>
      </w:tblGrid>
      <w:tr w:rsidR="0051306F" w14:paraId="216CBA72" w14:textId="77777777" w:rsidTr="0051306F">
        <w:trPr>
          <w:cantSplit/>
          <w:trHeight w:val="504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216CBA6F" w14:textId="77777777" w:rsidR="0051306F" w:rsidRDefault="0051306F" w:rsidP="00493B85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14:paraId="216CBA70" w14:textId="77777777" w:rsidR="0051306F" w:rsidRDefault="0051306F" w:rsidP="00493B8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登 録 番 号</w:t>
            </w:r>
          </w:p>
        </w:tc>
        <w:tc>
          <w:tcPr>
            <w:tcW w:w="2410" w:type="dxa"/>
            <w:vAlign w:val="center"/>
          </w:tcPr>
          <w:p w14:paraId="216CBA71" w14:textId="77777777" w:rsidR="0051306F" w:rsidRDefault="0051306F" w:rsidP="0051306F">
            <w:pPr>
              <w:snapToGrid w:val="0"/>
              <w:textAlignment w:val="center"/>
              <w:rPr>
                <w:snapToGrid w:val="0"/>
              </w:rPr>
            </w:pPr>
          </w:p>
        </w:tc>
      </w:tr>
    </w:tbl>
    <w:p w14:paraId="216CBA73" w14:textId="77777777" w:rsidR="00C5767C" w:rsidRDefault="00C5767C" w:rsidP="000E3BAB">
      <w:pPr>
        <w:jc w:val="left"/>
        <w:rPr>
          <w:snapToGrid w:val="0"/>
          <w:sz w:val="24"/>
          <w:szCs w:val="24"/>
        </w:rPr>
      </w:pPr>
    </w:p>
    <w:p w14:paraId="216CBA74" w14:textId="77777777" w:rsidR="004403C6" w:rsidRPr="004F0DD6" w:rsidRDefault="004403C6" w:rsidP="004403C6">
      <w:pPr>
        <w:jc w:val="center"/>
        <w:rPr>
          <w:snapToGrid w:val="0"/>
          <w:sz w:val="24"/>
          <w:szCs w:val="24"/>
        </w:rPr>
      </w:pPr>
      <w:r w:rsidRPr="004F0DD6">
        <w:rPr>
          <w:rFonts w:hint="eastAsia"/>
          <w:snapToGrid w:val="0"/>
          <w:sz w:val="24"/>
          <w:szCs w:val="24"/>
        </w:rPr>
        <w:t>病児・病後児保育事業利用登録申請書</w:t>
      </w:r>
    </w:p>
    <w:p w14:paraId="216CBA75" w14:textId="77777777" w:rsidR="004403C6" w:rsidRPr="008C6B20" w:rsidRDefault="004403C6" w:rsidP="004403C6">
      <w:pPr>
        <w:snapToGrid w:val="0"/>
        <w:jc w:val="center"/>
        <w:textAlignment w:val="center"/>
        <w:rPr>
          <w:snapToGrid w:val="0"/>
        </w:rPr>
      </w:pPr>
    </w:p>
    <w:p w14:paraId="216CBA76" w14:textId="77777777" w:rsidR="004403C6" w:rsidRDefault="004403C6" w:rsidP="00332CFB">
      <w:pPr>
        <w:snapToGrid w:val="0"/>
        <w:jc w:val="righ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　　　　　年　　月　　日</w:t>
      </w:r>
      <w:r w:rsidR="00332CFB">
        <w:rPr>
          <w:rFonts w:hint="eastAsia"/>
          <w:snapToGrid w:val="0"/>
        </w:rPr>
        <w:t xml:space="preserve">　</w:t>
      </w:r>
    </w:p>
    <w:p w14:paraId="216CBA77" w14:textId="77777777" w:rsidR="008C6B20" w:rsidRDefault="00FB57B0" w:rsidP="00FB57B0">
      <w:pPr>
        <w:snapToGrid w:val="0"/>
        <w:jc w:val="lef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次のとおり、病児保育事業を利用したいので登録を申請します。</w:t>
      </w:r>
    </w:p>
    <w:p w14:paraId="216CBA79" w14:textId="5EAAA9D3" w:rsidR="00FB57B0" w:rsidRPr="008B03CF" w:rsidRDefault="00FB57B0" w:rsidP="00FB57B0">
      <w:pPr>
        <w:snapToGrid w:val="0"/>
        <w:jc w:val="left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なお、利用期間中は、施設の指示に従います。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"/>
        <w:gridCol w:w="1113"/>
        <w:gridCol w:w="21"/>
        <w:gridCol w:w="1044"/>
        <w:gridCol w:w="1110"/>
        <w:gridCol w:w="540"/>
        <w:gridCol w:w="283"/>
        <w:gridCol w:w="142"/>
        <w:gridCol w:w="850"/>
        <w:gridCol w:w="1276"/>
        <w:gridCol w:w="709"/>
        <w:gridCol w:w="2128"/>
      </w:tblGrid>
      <w:tr w:rsidR="009925D5" w14:paraId="216CBA7F" w14:textId="77777777" w:rsidTr="009925D5">
        <w:trPr>
          <w:cantSplit/>
          <w:trHeight w:val="301"/>
        </w:trPr>
        <w:tc>
          <w:tcPr>
            <w:tcW w:w="4395" w:type="dxa"/>
            <w:gridSpan w:val="7"/>
            <w:tcBorders>
              <w:bottom w:val="dotted" w:sz="4" w:space="0" w:color="auto"/>
            </w:tcBorders>
            <w:vAlign w:val="center"/>
          </w:tcPr>
          <w:p w14:paraId="216CBA7A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</w:tc>
        <w:tc>
          <w:tcPr>
            <w:tcW w:w="425" w:type="dxa"/>
            <w:gridSpan w:val="2"/>
            <w:vMerge w:val="restart"/>
            <w:textDirection w:val="tbRlV"/>
            <w:vAlign w:val="center"/>
          </w:tcPr>
          <w:p w14:paraId="216CBA7B" w14:textId="77777777" w:rsidR="009925D5" w:rsidRDefault="009925D5" w:rsidP="004403C6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性別</w:t>
            </w:r>
          </w:p>
        </w:tc>
        <w:tc>
          <w:tcPr>
            <w:tcW w:w="850" w:type="dxa"/>
            <w:vMerge w:val="restart"/>
            <w:vAlign w:val="center"/>
          </w:tcPr>
          <w:p w14:paraId="216CBA7C" w14:textId="77777777" w:rsidR="009925D5" w:rsidRDefault="009925D5" w:rsidP="00332CFB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男・女</w:t>
            </w:r>
          </w:p>
        </w:tc>
        <w:tc>
          <w:tcPr>
            <w:tcW w:w="4113" w:type="dxa"/>
            <w:gridSpan w:val="3"/>
            <w:vMerge w:val="restart"/>
            <w:vAlign w:val="center"/>
          </w:tcPr>
          <w:p w14:paraId="216CBA7D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生年月日 H･R　　　年　 　月　 　日生</w:t>
            </w:r>
          </w:p>
          <w:p w14:paraId="216CBA7E" w14:textId="77777777" w:rsidR="009925D5" w:rsidRDefault="009925D5" w:rsidP="004403C6">
            <w:pPr>
              <w:snapToGrid w:val="0"/>
              <w:textAlignment w:val="center"/>
              <w:rPr>
                <w:snapToGrid w:val="0"/>
                <w:u w:val="single"/>
              </w:rPr>
            </w:pPr>
            <w:r>
              <w:rPr>
                <w:rFonts w:hint="eastAsia"/>
                <w:snapToGrid w:val="0"/>
              </w:rPr>
              <w:t xml:space="preserve">　　　　　　（　　　</w:t>
            </w:r>
            <w:r w:rsidRPr="00674263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歳</w:t>
            </w:r>
            <w:r w:rsidRPr="00674263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  ケ月）</w:t>
            </w:r>
          </w:p>
        </w:tc>
      </w:tr>
      <w:tr w:rsidR="009925D5" w14:paraId="216CBA84" w14:textId="77777777" w:rsidTr="009925D5">
        <w:trPr>
          <w:cantSplit/>
          <w:trHeight w:val="615"/>
        </w:trPr>
        <w:tc>
          <w:tcPr>
            <w:tcW w:w="4395" w:type="dxa"/>
            <w:gridSpan w:val="7"/>
            <w:tcBorders>
              <w:top w:val="dotted" w:sz="4" w:space="0" w:color="auto"/>
            </w:tcBorders>
            <w:vAlign w:val="center"/>
          </w:tcPr>
          <w:p w14:paraId="216CBA80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児童氏名</w:t>
            </w:r>
          </w:p>
        </w:tc>
        <w:tc>
          <w:tcPr>
            <w:tcW w:w="425" w:type="dxa"/>
            <w:gridSpan w:val="2"/>
            <w:vMerge/>
            <w:textDirection w:val="tbRlV"/>
            <w:vAlign w:val="center"/>
          </w:tcPr>
          <w:p w14:paraId="216CBA81" w14:textId="77777777" w:rsidR="009925D5" w:rsidRDefault="009925D5" w:rsidP="004403C6">
            <w:pPr>
              <w:snapToGrid w:val="0"/>
              <w:jc w:val="center"/>
              <w:textAlignment w:val="center"/>
              <w:rPr>
                <w:snapToGrid w:val="0"/>
              </w:rPr>
            </w:pPr>
          </w:p>
        </w:tc>
        <w:tc>
          <w:tcPr>
            <w:tcW w:w="850" w:type="dxa"/>
            <w:vMerge/>
            <w:vAlign w:val="center"/>
          </w:tcPr>
          <w:p w14:paraId="216CBA82" w14:textId="77777777" w:rsidR="009925D5" w:rsidRDefault="009925D5" w:rsidP="00332CFB">
            <w:pPr>
              <w:snapToGrid w:val="0"/>
              <w:jc w:val="center"/>
              <w:textAlignment w:val="center"/>
              <w:rPr>
                <w:snapToGrid w:val="0"/>
              </w:rPr>
            </w:pPr>
          </w:p>
        </w:tc>
        <w:tc>
          <w:tcPr>
            <w:tcW w:w="4113" w:type="dxa"/>
            <w:gridSpan w:val="3"/>
            <w:vMerge/>
            <w:vAlign w:val="center"/>
          </w:tcPr>
          <w:p w14:paraId="216CBA83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9925D5" w14:paraId="216CBA8A" w14:textId="77777777" w:rsidTr="009925D5">
        <w:trPr>
          <w:cantSplit/>
          <w:trHeight w:val="268"/>
        </w:trPr>
        <w:tc>
          <w:tcPr>
            <w:tcW w:w="426" w:type="dxa"/>
            <w:vMerge w:val="restart"/>
            <w:textDirection w:val="tbRlV"/>
            <w:vAlign w:val="center"/>
          </w:tcPr>
          <w:p w14:paraId="216CBA85" w14:textId="77777777" w:rsidR="009925D5" w:rsidRDefault="009925D5" w:rsidP="004403C6">
            <w:pPr>
              <w:snapToGrid w:val="0"/>
              <w:ind w:left="113" w:right="113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105"/>
              </w:rPr>
              <w:t>保護</w:t>
            </w:r>
            <w:r>
              <w:rPr>
                <w:rFonts w:hint="eastAsia"/>
                <w:snapToGrid w:val="0"/>
              </w:rPr>
              <w:t>者</w:t>
            </w:r>
          </w:p>
        </w:tc>
        <w:tc>
          <w:tcPr>
            <w:tcW w:w="1254" w:type="dxa"/>
            <w:gridSpan w:val="2"/>
            <w:tcBorders>
              <w:bottom w:val="dotted" w:sz="4" w:space="0" w:color="auto"/>
            </w:tcBorders>
            <w:vAlign w:val="center"/>
          </w:tcPr>
          <w:p w14:paraId="216CBA86" w14:textId="77777777" w:rsidR="009925D5" w:rsidRDefault="009925D5" w:rsidP="0031455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</w:tc>
        <w:tc>
          <w:tcPr>
            <w:tcW w:w="2715" w:type="dxa"/>
            <w:gridSpan w:val="4"/>
            <w:tcBorders>
              <w:bottom w:val="dotted" w:sz="4" w:space="0" w:color="auto"/>
            </w:tcBorders>
            <w:vAlign w:val="center"/>
          </w:tcPr>
          <w:p w14:paraId="216CBA87" w14:textId="77777777" w:rsidR="009925D5" w:rsidRDefault="009925D5" w:rsidP="009925D5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3260" w:type="dxa"/>
            <w:gridSpan w:val="5"/>
            <w:vMerge w:val="restart"/>
            <w:vAlign w:val="center"/>
          </w:tcPr>
          <w:p w14:paraId="216CBA88" w14:textId="77777777" w:rsidR="009925D5" w:rsidRDefault="009925D5" w:rsidP="009925D5">
            <w:pPr>
              <w:snapToGrid w:val="0"/>
              <w:ind w:left="21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携帯番号</w:t>
            </w:r>
          </w:p>
        </w:tc>
        <w:tc>
          <w:tcPr>
            <w:tcW w:w="2128" w:type="dxa"/>
            <w:vMerge w:val="restart"/>
          </w:tcPr>
          <w:p w14:paraId="216CBA89" w14:textId="77777777" w:rsidR="009925D5" w:rsidRDefault="009925D5" w:rsidP="004403C6">
            <w:pPr>
              <w:snapToGrid w:val="0"/>
              <w:spacing w:before="8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お子さんの愛称</w:t>
            </w:r>
          </w:p>
        </w:tc>
      </w:tr>
      <w:tr w:rsidR="009925D5" w14:paraId="216CBA90" w14:textId="77777777" w:rsidTr="0045354E">
        <w:trPr>
          <w:cantSplit/>
          <w:trHeight w:val="411"/>
        </w:trPr>
        <w:tc>
          <w:tcPr>
            <w:tcW w:w="426" w:type="dxa"/>
            <w:vMerge/>
            <w:textDirection w:val="tbRlV"/>
            <w:vAlign w:val="center"/>
          </w:tcPr>
          <w:p w14:paraId="216CBA8B" w14:textId="77777777" w:rsidR="009925D5" w:rsidRDefault="009925D5" w:rsidP="004403C6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spacing w:val="105"/>
              </w:rPr>
            </w:pPr>
          </w:p>
        </w:tc>
        <w:tc>
          <w:tcPr>
            <w:tcW w:w="1254" w:type="dxa"/>
            <w:gridSpan w:val="2"/>
            <w:tcBorders>
              <w:top w:val="dotted" w:sz="4" w:space="0" w:color="auto"/>
            </w:tcBorders>
            <w:vAlign w:val="center"/>
          </w:tcPr>
          <w:p w14:paraId="216CBA8C" w14:textId="77777777" w:rsidR="009925D5" w:rsidRDefault="009925D5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</w:p>
        </w:tc>
        <w:tc>
          <w:tcPr>
            <w:tcW w:w="2715" w:type="dxa"/>
            <w:gridSpan w:val="4"/>
            <w:tcBorders>
              <w:top w:val="dotted" w:sz="4" w:space="0" w:color="auto"/>
            </w:tcBorders>
            <w:vAlign w:val="center"/>
          </w:tcPr>
          <w:p w14:paraId="216CBA8D" w14:textId="77777777" w:rsidR="009925D5" w:rsidRDefault="009925D5" w:rsidP="009925D5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3260" w:type="dxa"/>
            <w:gridSpan w:val="5"/>
            <w:vMerge/>
            <w:vAlign w:val="center"/>
          </w:tcPr>
          <w:p w14:paraId="216CBA8E" w14:textId="77777777" w:rsidR="009925D5" w:rsidRDefault="009925D5">
            <w:pPr>
              <w:widowControl/>
              <w:wordWrap/>
              <w:autoSpaceDE/>
              <w:autoSpaceDN/>
              <w:jc w:val="left"/>
              <w:rPr>
                <w:snapToGrid w:val="0"/>
              </w:rPr>
            </w:pPr>
          </w:p>
        </w:tc>
        <w:tc>
          <w:tcPr>
            <w:tcW w:w="2128" w:type="dxa"/>
            <w:vMerge/>
          </w:tcPr>
          <w:p w14:paraId="216CBA8F" w14:textId="77777777" w:rsidR="009925D5" w:rsidRDefault="009925D5" w:rsidP="004403C6">
            <w:pPr>
              <w:snapToGrid w:val="0"/>
              <w:spacing w:before="80"/>
              <w:textAlignment w:val="center"/>
              <w:rPr>
                <w:snapToGrid w:val="0"/>
              </w:rPr>
            </w:pPr>
          </w:p>
        </w:tc>
      </w:tr>
      <w:tr w:rsidR="009925D5" w14:paraId="216CBA96" w14:textId="77777777" w:rsidTr="009925D5">
        <w:trPr>
          <w:cantSplit/>
          <w:trHeight w:val="214"/>
        </w:trPr>
        <w:tc>
          <w:tcPr>
            <w:tcW w:w="426" w:type="dxa"/>
            <w:vMerge/>
            <w:vAlign w:val="center"/>
          </w:tcPr>
          <w:p w14:paraId="216CBA91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254" w:type="dxa"/>
            <w:gridSpan w:val="2"/>
            <w:tcBorders>
              <w:bottom w:val="dotted" w:sz="4" w:space="0" w:color="auto"/>
            </w:tcBorders>
            <w:vAlign w:val="center"/>
          </w:tcPr>
          <w:p w14:paraId="216CBA92" w14:textId="77777777" w:rsidR="009925D5" w:rsidRDefault="009925D5" w:rsidP="0031455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</w:tc>
        <w:tc>
          <w:tcPr>
            <w:tcW w:w="2715" w:type="dxa"/>
            <w:gridSpan w:val="4"/>
            <w:tcBorders>
              <w:bottom w:val="dotted" w:sz="4" w:space="0" w:color="auto"/>
            </w:tcBorders>
            <w:vAlign w:val="center"/>
          </w:tcPr>
          <w:p w14:paraId="216CBA93" w14:textId="77777777" w:rsidR="009925D5" w:rsidRDefault="009925D5" w:rsidP="009925D5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3260" w:type="dxa"/>
            <w:gridSpan w:val="5"/>
            <w:vMerge w:val="restart"/>
            <w:vAlign w:val="center"/>
          </w:tcPr>
          <w:p w14:paraId="216CBA94" w14:textId="77777777" w:rsidR="009925D5" w:rsidRDefault="009925D5" w:rsidP="009925D5">
            <w:pPr>
              <w:snapToGrid w:val="0"/>
              <w:ind w:left="21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携帯番号</w:t>
            </w:r>
          </w:p>
        </w:tc>
        <w:tc>
          <w:tcPr>
            <w:tcW w:w="2128" w:type="dxa"/>
            <w:vMerge/>
            <w:vAlign w:val="center"/>
          </w:tcPr>
          <w:p w14:paraId="216CBA95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9925D5" w14:paraId="216CBA9C" w14:textId="77777777" w:rsidTr="006423E7">
        <w:trPr>
          <w:cantSplit/>
          <w:trHeight w:val="422"/>
        </w:trPr>
        <w:tc>
          <w:tcPr>
            <w:tcW w:w="426" w:type="dxa"/>
            <w:vMerge/>
            <w:vAlign w:val="center"/>
          </w:tcPr>
          <w:p w14:paraId="216CBA97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254" w:type="dxa"/>
            <w:gridSpan w:val="2"/>
            <w:tcBorders>
              <w:top w:val="dotted" w:sz="4" w:space="0" w:color="auto"/>
            </w:tcBorders>
            <w:vAlign w:val="center"/>
          </w:tcPr>
          <w:p w14:paraId="216CBA98" w14:textId="77777777" w:rsidR="009925D5" w:rsidRDefault="009925D5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</w:p>
        </w:tc>
        <w:tc>
          <w:tcPr>
            <w:tcW w:w="2715" w:type="dxa"/>
            <w:gridSpan w:val="4"/>
            <w:tcBorders>
              <w:top w:val="dotted" w:sz="4" w:space="0" w:color="auto"/>
            </w:tcBorders>
            <w:vAlign w:val="center"/>
          </w:tcPr>
          <w:p w14:paraId="216CBA99" w14:textId="77777777" w:rsidR="009925D5" w:rsidRDefault="009925D5" w:rsidP="009925D5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3260" w:type="dxa"/>
            <w:gridSpan w:val="5"/>
            <w:vMerge/>
            <w:vAlign w:val="center"/>
          </w:tcPr>
          <w:p w14:paraId="216CBA9A" w14:textId="77777777" w:rsidR="009925D5" w:rsidRDefault="009925D5">
            <w:pPr>
              <w:widowControl/>
              <w:wordWrap/>
              <w:autoSpaceDE/>
              <w:autoSpaceDN/>
              <w:jc w:val="left"/>
              <w:rPr>
                <w:snapToGrid w:val="0"/>
              </w:rPr>
            </w:pPr>
          </w:p>
        </w:tc>
        <w:tc>
          <w:tcPr>
            <w:tcW w:w="2128" w:type="dxa"/>
            <w:vMerge/>
            <w:vAlign w:val="center"/>
          </w:tcPr>
          <w:p w14:paraId="216CBA9B" w14:textId="77777777" w:rsidR="009925D5" w:rsidRDefault="009925D5" w:rsidP="004403C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FB57B0" w14:paraId="216CBAA0" w14:textId="77777777" w:rsidTr="009925D5">
        <w:trPr>
          <w:cantSplit/>
          <w:trHeight w:val="852"/>
        </w:trPr>
        <w:tc>
          <w:tcPr>
            <w:tcW w:w="426" w:type="dxa"/>
            <w:vMerge/>
            <w:vAlign w:val="center"/>
          </w:tcPr>
          <w:p w14:paraId="216CBA9D" w14:textId="77777777" w:rsidR="00FB57B0" w:rsidRDefault="00FB57B0" w:rsidP="004403C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9357" w:type="dxa"/>
            <w:gridSpan w:val="12"/>
            <w:vAlign w:val="center"/>
          </w:tcPr>
          <w:p w14:paraId="216CBA9E" w14:textId="77777777" w:rsidR="00FB57B0" w:rsidRDefault="00FB57B0" w:rsidP="00FB57B0">
            <w:pPr>
              <w:snapToGrid w:val="0"/>
              <w:spacing w:line="40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自宅住所（〒　　　</w:t>
            </w:r>
            <w:r>
              <w:rPr>
                <w:snapToGrid w:val="0"/>
              </w:rPr>
              <w:t>-</w:t>
            </w:r>
            <w:r>
              <w:rPr>
                <w:rFonts w:hint="eastAsia"/>
                <w:snapToGrid w:val="0"/>
              </w:rPr>
              <w:t xml:space="preserve">　　　　）</w:t>
            </w:r>
          </w:p>
          <w:p w14:paraId="216CBA9F" w14:textId="77777777" w:rsidR="00FB57B0" w:rsidRDefault="00544731" w:rsidP="003B6D6F">
            <w:pPr>
              <w:snapToGrid w:val="0"/>
              <w:spacing w:line="400" w:lineRule="exact"/>
              <w:ind w:firstLineChars="2700" w:firstLine="567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TEL       －       －</w:t>
            </w:r>
          </w:p>
        </w:tc>
      </w:tr>
      <w:tr w:rsidR="00FB57B0" w14:paraId="216CBAA5" w14:textId="77777777" w:rsidTr="00DE72EB">
        <w:trPr>
          <w:cantSplit/>
          <w:trHeight w:val="965"/>
        </w:trPr>
        <w:tc>
          <w:tcPr>
            <w:tcW w:w="426" w:type="dxa"/>
            <w:vMerge/>
            <w:vAlign w:val="center"/>
          </w:tcPr>
          <w:p w14:paraId="216CBAA1" w14:textId="77777777" w:rsidR="00FB57B0" w:rsidRDefault="00FB57B0" w:rsidP="004403C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275" w:type="dxa"/>
            <w:gridSpan w:val="3"/>
            <w:vMerge w:val="restart"/>
            <w:vAlign w:val="center"/>
          </w:tcPr>
          <w:p w14:paraId="216CBAA2" w14:textId="77777777" w:rsidR="003B6D6F" w:rsidRDefault="00544731" w:rsidP="003B6D6F">
            <w:pPr>
              <w:snapToGrid w:val="0"/>
              <w:spacing w:line="400" w:lineRule="exact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保護者の</w:t>
            </w:r>
          </w:p>
          <w:p w14:paraId="216CBAA3" w14:textId="77777777" w:rsidR="00FB57B0" w:rsidRDefault="00544731" w:rsidP="003B6D6F">
            <w:pPr>
              <w:snapToGrid w:val="0"/>
              <w:spacing w:line="400" w:lineRule="exact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勤務先</w:t>
            </w:r>
            <w:r w:rsidR="003B6D6F">
              <w:rPr>
                <w:rFonts w:hint="eastAsia"/>
                <w:snapToGrid w:val="0"/>
              </w:rPr>
              <w:t>名</w:t>
            </w:r>
          </w:p>
        </w:tc>
        <w:tc>
          <w:tcPr>
            <w:tcW w:w="8082" w:type="dxa"/>
            <w:gridSpan w:val="9"/>
            <w:tcBorders>
              <w:bottom w:val="dashSmallGap" w:sz="4" w:space="0" w:color="auto"/>
            </w:tcBorders>
            <w:vAlign w:val="center"/>
          </w:tcPr>
          <w:p w14:paraId="02A189C6" w14:textId="77777777" w:rsidR="00FB57B0" w:rsidRDefault="003B6D6F" w:rsidP="00544731">
            <w:pPr>
              <w:snapToGrid w:val="0"/>
              <w:spacing w:line="40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父:</w:t>
            </w:r>
            <w:r w:rsidR="00544731">
              <w:rPr>
                <w:rFonts w:hint="eastAsia"/>
                <w:snapToGrid w:val="0"/>
              </w:rPr>
              <w:t xml:space="preserve">                 　</w:t>
            </w:r>
            <w:r w:rsidR="006423E7">
              <w:rPr>
                <w:rFonts w:hint="eastAsia"/>
                <w:snapToGrid w:val="0"/>
              </w:rPr>
              <w:t xml:space="preserve">　　　　　　　</w:t>
            </w:r>
            <w:r w:rsidR="00544731">
              <w:rPr>
                <w:rFonts w:hint="eastAsia"/>
                <w:snapToGrid w:val="0"/>
              </w:rPr>
              <w:t>TEL   　  －       －</w:t>
            </w:r>
          </w:p>
          <w:p w14:paraId="216CBAA4" w14:textId="20C0F88D" w:rsidR="00DE72EB" w:rsidRDefault="00F32DEB" w:rsidP="00544731">
            <w:pPr>
              <w:snapToGrid w:val="0"/>
              <w:spacing w:line="40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勤務時間（　　：　　～　　：　　）</w:t>
            </w:r>
          </w:p>
        </w:tc>
      </w:tr>
      <w:tr w:rsidR="00FB57B0" w14:paraId="216CBAA9" w14:textId="77777777" w:rsidTr="00DE72EB">
        <w:trPr>
          <w:cantSplit/>
          <w:trHeight w:val="837"/>
        </w:trPr>
        <w:tc>
          <w:tcPr>
            <w:tcW w:w="426" w:type="dxa"/>
            <w:vMerge/>
            <w:vAlign w:val="center"/>
          </w:tcPr>
          <w:p w14:paraId="216CBAA6" w14:textId="77777777" w:rsidR="00FB57B0" w:rsidRDefault="00FB57B0" w:rsidP="004403C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14:paraId="216CBAA7" w14:textId="77777777" w:rsidR="00FB57B0" w:rsidRDefault="00FB57B0" w:rsidP="004403C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8082" w:type="dxa"/>
            <w:gridSpan w:val="9"/>
            <w:tcBorders>
              <w:top w:val="dashSmallGap" w:sz="4" w:space="0" w:color="auto"/>
            </w:tcBorders>
            <w:vAlign w:val="center"/>
          </w:tcPr>
          <w:p w14:paraId="4533AF77" w14:textId="77777777" w:rsidR="00544731" w:rsidRDefault="003B6D6F" w:rsidP="00DE72EB">
            <w:pPr>
              <w:snapToGrid w:val="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母:</w:t>
            </w:r>
            <w:r w:rsidR="00544731">
              <w:rPr>
                <w:rFonts w:hint="eastAsia"/>
                <w:snapToGrid w:val="0"/>
              </w:rPr>
              <w:t xml:space="preserve">                 </w:t>
            </w:r>
            <w:r w:rsidR="006423E7">
              <w:rPr>
                <w:rFonts w:hint="eastAsia"/>
                <w:snapToGrid w:val="0"/>
              </w:rPr>
              <w:t xml:space="preserve">　　　　　　　</w:t>
            </w:r>
            <w:r w:rsidR="00544731">
              <w:rPr>
                <w:rFonts w:hint="eastAsia"/>
                <w:snapToGrid w:val="0"/>
              </w:rPr>
              <w:t xml:space="preserve">　TEL 　    －       －</w:t>
            </w:r>
          </w:p>
          <w:p w14:paraId="216CBAA8" w14:textId="2D31427C" w:rsidR="009617DA" w:rsidRDefault="009617DA" w:rsidP="00DE72EB">
            <w:pPr>
              <w:snapToGrid w:val="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勤務時間（　　：　　～　　：　　）</w:t>
            </w:r>
          </w:p>
        </w:tc>
      </w:tr>
      <w:tr w:rsidR="00FB57B0" w14:paraId="216CBAB1" w14:textId="77777777" w:rsidTr="00A24DE9">
        <w:trPr>
          <w:cantSplit/>
          <w:trHeight w:val="650"/>
        </w:trPr>
        <w:tc>
          <w:tcPr>
            <w:tcW w:w="1701" w:type="dxa"/>
            <w:gridSpan w:val="4"/>
            <w:vMerge w:val="restart"/>
            <w:vAlign w:val="center"/>
          </w:tcPr>
          <w:p w14:paraId="216CBAAA" w14:textId="77777777" w:rsidR="00FB57B0" w:rsidRDefault="00FB57B0" w:rsidP="00D03402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世帯の状況</w:t>
            </w:r>
          </w:p>
          <w:p w14:paraId="216CBAAB" w14:textId="77777777" w:rsidR="003B6D6F" w:rsidRDefault="003B6D6F" w:rsidP="00D03402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(家族構成)</w:t>
            </w:r>
          </w:p>
        </w:tc>
        <w:tc>
          <w:tcPr>
            <w:tcW w:w="2154" w:type="dxa"/>
            <w:gridSpan w:val="2"/>
            <w:vAlign w:val="center"/>
          </w:tcPr>
          <w:p w14:paraId="216CBAAC" w14:textId="77777777" w:rsidR="00FB57B0" w:rsidRDefault="00FB57B0" w:rsidP="00FB57B0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  <w:p w14:paraId="216CBAAD" w14:textId="77777777" w:rsidR="00FB57B0" w:rsidRDefault="00FB57B0" w:rsidP="00FB57B0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</w:p>
        </w:tc>
        <w:tc>
          <w:tcPr>
            <w:tcW w:w="823" w:type="dxa"/>
            <w:gridSpan w:val="2"/>
            <w:vAlign w:val="center"/>
          </w:tcPr>
          <w:p w14:paraId="216CBAAE" w14:textId="77777777" w:rsidR="00FB57B0" w:rsidRDefault="00FB57B0" w:rsidP="00FB57B0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続柄</w:t>
            </w:r>
          </w:p>
        </w:tc>
        <w:tc>
          <w:tcPr>
            <w:tcW w:w="2268" w:type="dxa"/>
            <w:gridSpan w:val="3"/>
            <w:vAlign w:val="center"/>
          </w:tcPr>
          <w:p w14:paraId="216CBAAF" w14:textId="77777777" w:rsidR="00FB57B0" w:rsidRDefault="00FB57B0" w:rsidP="00FB57B0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837" w:type="dxa"/>
            <w:gridSpan w:val="2"/>
            <w:vAlign w:val="center"/>
          </w:tcPr>
          <w:p w14:paraId="216CBAB0" w14:textId="77777777" w:rsidR="00FB57B0" w:rsidRDefault="00FB57B0" w:rsidP="00FB57B0">
            <w:pPr>
              <w:snapToGrid w:val="0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</w:tr>
      <w:tr w:rsidR="00FB57B0" w14:paraId="216CBAB7" w14:textId="77777777" w:rsidTr="00A24DE9">
        <w:trPr>
          <w:cantSplit/>
          <w:trHeight w:val="567"/>
        </w:trPr>
        <w:tc>
          <w:tcPr>
            <w:tcW w:w="1701" w:type="dxa"/>
            <w:gridSpan w:val="4"/>
            <w:vMerge/>
            <w:vAlign w:val="center"/>
          </w:tcPr>
          <w:p w14:paraId="216CBAB2" w14:textId="77777777" w:rsidR="00FB57B0" w:rsidRDefault="00FB57B0" w:rsidP="004403C6">
            <w:pPr>
              <w:snapToGrid w:val="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216CBAB3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823" w:type="dxa"/>
            <w:gridSpan w:val="2"/>
            <w:vAlign w:val="center"/>
          </w:tcPr>
          <w:p w14:paraId="216CBAB4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6CBAB5" w14:textId="77777777" w:rsidR="00FB57B0" w:rsidRDefault="003B6D6F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S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>H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 xml:space="preserve">R　 　． 　.   </w:t>
            </w:r>
          </w:p>
        </w:tc>
        <w:tc>
          <w:tcPr>
            <w:tcW w:w="2837" w:type="dxa"/>
            <w:gridSpan w:val="2"/>
            <w:vAlign w:val="center"/>
          </w:tcPr>
          <w:p w14:paraId="216CBAB6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FB57B0" w14:paraId="216CBABD" w14:textId="77777777" w:rsidTr="00A24DE9">
        <w:trPr>
          <w:cantSplit/>
          <w:trHeight w:val="567"/>
        </w:trPr>
        <w:tc>
          <w:tcPr>
            <w:tcW w:w="1701" w:type="dxa"/>
            <w:gridSpan w:val="4"/>
            <w:vMerge/>
            <w:vAlign w:val="center"/>
          </w:tcPr>
          <w:p w14:paraId="216CBAB8" w14:textId="77777777" w:rsidR="00FB57B0" w:rsidRDefault="00FB57B0" w:rsidP="004403C6">
            <w:pPr>
              <w:snapToGrid w:val="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216CBAB9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823" w:type="dxa"/>
            <w:gridSpan w:val="2"/>
            <w:vAlign w:val="center"/>
          </w:tcPr>
          <w:p w14:paraId="216CBABA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6CBABB" w14:textId="77777777" w:rsidR="00FB57B0" w:rsidRDefault="003B6D6F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S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>H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 xml:space="preserve">R　 　． 　.  </w:t>
            </w:r>
          </w:p>
        </w:tc>
        <w:tc>
          <w:tcPr>
            <w:tcW w:w="2837" w:type="dxa"/>
            <w:gridSpan w:val="2"/>
            <w:vAlign w:val="center"/>
          </w:tcPr>
          <w:p w14:paraId="216CBABC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FB57B0" w14:paraId="216CBAC3" w14:textId="77777777" w:rsidTr="00A24DE9">
        <w:trPr>
          <w:cantSplit/>
          <w:trHeight w:val="567"/>
        </w:trPr>
        <w:tc>
          <w:tcPr>
            <w:tcW w:w="1701" w:type="dxa"/>
            <w:gridSpan w:val="4"/>
            <w:vMerge/>
            <w:vAlign w:val="center"/>
          </w:tcPr>
          <w:p w14:paraId="216CBABE" w14:textId="77777777" w:rsidR="00FB57B0" w:rsidRDefault="00FB57B0" w:rsidP="004403C6">
            <w:pPr>
              <w:snapToGrid w:val="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216CBABF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823" w:type="dxa"/>
            <w:gridSpan w:val="2"/>
            <w:vAlign w:val="center"/>
          </w:tcPr>
          <w:p w14:paraId="216CBAC0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6CBAC1" w14:textId="77777777" w:rsidR="00FB57B0" w:rsidRDefault="003B6D6F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S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>H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 xml:space="preserve">R　 　． 　.  </w:t>
            </w:r>
          </w:p>
        </w:tc>
        <w:tc>
          <w:tcPr>
            <w:tcW w:w="2837" w:type="dxa"/>
            <w:gridSpan w:val="2"/>
            <w:vAlign w:val="center"/>
          </w:tcPr>
          <w:p w14:paraId="216CBAC2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FB57B0" w14:paraId="216CBAC9" w14:textId="77777777" w:rsidTr="00A24DE9">
        <w:trPr>
          <w:cantSplit/>
          <w:trHeight w:val="567"/>
        </w:trPr>
        <w:tc>
          <w:tcPr>
            <w:tcW w:w="1701" w:type="dxa"/>
            <w:gridSpan w:val="4"/>
            <w:vMerge/>
            <w:vAlign w:val="center"/>
          </w:tcPr>
          <w:p w14:paraId="216CBAC4" w14:textId="77777777" w:rsidR="00FB57B0" w:rsidRDefault="00FB57B0" w:rsidP="004403C6">
            <w:pPr>
              <w:snapToGrid w:val="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216CBAC5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823" w:type="dxa"/>
            <w:gridSpan w:val="2"/>
            <w:vAlign w:val="center"/>
          </w:tcPr>
          <w:p w14:paraId="216CBAC6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6CBAC7" w14:textId="77777777" w:rsidR="00FB57B0" w:rsidRDefault="003B6D6F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S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>H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 xml:space="preserve">R　 　． 　.  </w:t>
            </w:r>
          </w:p>
        </w:tc>
        <w:tc>
          <w:tcPr>
            <w:tcW w:w="2837" w:type="dxa"/>
            <w:gridSpan w:val="2"/>
            <w:vAlign w:val="center"/>
          </w:tcPr>
          <w:p w14:paraId="216CBAC8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544731" w14:paraId="216CBACF" w14:textId="77777777" w:rsidTr="00A24DE9">
        <w:trPr>
          <w:cantSplit/>
          <w:trHeight w:val="567"/>
        </w:trPr>
        <w:tc>
          <w:tcPr>
            <w:tcW w:w="1701" w:type="dxa"/>
            <w:gridSpan w:val="4"/>
            <w:vMerge/>
            <w:vAlign w:val="center"/>
          </w:tcPr>
          <w:p w14:paraId="216CBACA" w14:textId="77777777" w:rsidR="00544731" w:rsidRDefault="00544731" w:rsidP="004403C6">
            <w:pPr>
              <w:snapToGrid w:val="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216CBACB" w14:textId="77777777" w:rsidR="00544731" w:rsidRDefault="00544731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823" w:type="dxa"/>
            <w:gridSpan w:val="2"/>
            <w:vAlign w:val="center"/>
          </w:tcPr>
          <w:p w14:paraId="216CBACC" w14:textId="77777777" w:rsidR="00544731" w:rsidRDefault="00544731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6CBACD" w14:textId="77777777" w:rsidR="00544731" w:rsidRDefault="003B6D6F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S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>H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 xml:space="preserve">R　 　． 　.  </w:t>
            </w:r>
          </w:p>
        </w:tc>
        <w:tc>
          <w:tcPr>
            <w:tcW w:w="2837" w:type="dxa"/>
            <w:gridSpan w:val="2"/>
            <w:vAlign w:val="center"/>
          </w:tcPr>
          <w:p w14:paraId="216CBACE" w14:textId="77777777" w:rsidR="00544731" w:rsidRDefault="00544731" w:rsidP="004F0DD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FB57B0" w14:paraId="216CBAD5" w14:textId="77777777" w:rsidTr="00A24DE9">
        <w:trPr>
          <w:cantSplit/>
          <w:trHeight w:val="567"/>
        </w:trPr>
        <w:tc>
          <w:tcPr>
            <w:tcW w:w="1701" w:type="dxa"/>
            <w:gridSpan w:val="4"/>
            <w:vMerge/>
            <w:vAlign w:val="center"/>
          </w:tcPr>
          <w:p w14:paraId="216CBAD0" w14:textId="77777777" w:rsidR="00FB57B0" w:rsidRDefault="00FB57B0" w:rsidP="004403C6">
            <w:pPr>
              <w:snapToGrid w:val="0"/>
              <w:jc w:val="distribute"/>
              <w:textAlignment w:val="center"/>
              <w:rPr>
                <w:snapToGrid w:val="0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216CBAD1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823" w:type="dxa"/>
            <w:gridSpan w:val="2"/>
            <w:vAlign w:val="center"/>
          </w:tcPr>
          <w:p w14:paraId="216CBAD2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6CBAD3" w14:textId="77777777" w:rsidR="00FB57B0" w:rsidRDefault="003B6D6F" w:rsidP="009925D5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S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>H</w:t>
            </w:r>
            <w:r w:rsidR="009925D5">
              <w:rPr>
                <w:rFonts w:hint="eastAsia"/>
                <w:snapToGrid w:val="0"/>
              </w:rPr>
              <w:t>･</w:t>
            </w:r>
            <w:r>
              <w:rPr>
                <w:rFonts w:hint="eastAsia"/>
                <w:snapToGrid w:val="0"/>
              </w:rPr>
              <w:t xml:space="preserve">R　 　． 　.  </w:t>
            </w:r>
          </w:p>
        </w:tc>
        <w:tc>
          <w:tcPr>
            <w:tcW w:w="2837" w:type="dxa"/>
            <w:gridSpan w:val="2"/>
            <w:vAlign w:val="center"/>
          </w:tcPr>
          <w:p w14:paraId="216CBAD4" w14:textId="77777777" w:rsidR="00FB57B0" w:rsidRDefault="00FB57B0" w:rsidP="004F0DD6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4403C6" w14:paraId="216CBAD9" w14:textId="77777777" w:rsidTr="00DE72EB">
        <w:trPr>
          <w:cantSplit/>
          <w:trHeight w:val="831"/>
        </w:trPr>
        <w:tc>
          <w:tcPr>
            <w:tcW w:w="1701" w:type="dxa"/>
            <w:gridSpan w:val="4"/>
            <w:vAlign w:val="center"/>
          </w:tcPr>
          <w:p w14:paraId="216CBAD6" w14:textId="77777777" w:rsidR="004403C6" w:rsidRDefault="003B6D6F" w:rsidP="004403C6">
            <w:pPr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在園保育所等名</w:t>
            </w:r>
          </w:p>
        </w:tc>
        <w:tc>
          <w:tcPr>
            <w:tcW w:w="8082" w:type="dxa"/>
            <w:gridSpan w:val="9"/>
            <w:vAlign w:val="center"/>
          </w:tcPr>
          <w:p w14:paraId="216CBAD7" w14:textId="77777777" w:rsidR="003B6D6F" w:rsidRDefault="003B6D6F" w:rsidP="004F0DD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施設名：</w:t>
            </w:r>
            <w:r w:rsidR="004403C6">
              <w:rPr>
                <w:rFonts w:hint="eastAsia"/>
                <w:snapToGrid w:val="0"/>
              </w:rPr>
              <w:t xml:space="preserve">　</w:t>
            </w:r>
            <w:r w:rsidR="00A67F92">
              <w:rPr>
                <w:rFonts w:hint="eastAsia"/>
                <w:snapToGrid w:val="0"/>
              </w:rPr>
              <w:t xml:space="preserve">　</w:t>
            </w:r>
          </w:p>
          <w:p w14:paraId="216CBAD8" w14:textId="77777777" w:rsidR="004403C6" w:rsidRDefault="003B6D6F" w:rsidP="00D03402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　所：                                       TEL　    －      －</w:t>
            </w:r>
          </w:p>
        </w:tc>
      </w:tr>
      <w:tr w:rsidR="00D03402" w14:paraId="216CBADD" w14:textId="77777777" w:rsidTr="00DE72EB">
        <w:trPr>
          <w:cantSplit/>
          <w:trHeight w:val="701"/>
        </w:trPr>
        <w:tc>
          <w:tcPr>
            <w:tcW w:w="1701" w:type="dxa"/>
            <w:gridSpan w:val="4"/>
            <w:vAlign w:val="center"/>
          </w:tcPr>
          <w:p w14:paraId="216CBADA" w14:textId="77777777" w:rsidR="00D03402" w:rsidRDefault="00D03402" w:rsidP="00D03402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通院医療機関名</w:t>
            </w:r>
          </w:p>
        </w:tc>
        <w:tc>
          <w:tcPr>
            <w:tcW w:w="8082" w:type="dxa"/>
            <w:gridSpan w:val="9"/>
            <w:vAlign w:val="center"/>
          </w:tcPr>
          <w:p w14:paraId="216CBADB" w14:textId="77777777" w:rsidR="00D03402" w:rsidRDefault="00D03402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　　　　　 TEL      －      －</w:t>
            </w:r>
          </w:p>
          <w:p w14:paraId="216CBADC" w14:textId="77777777" w:rsidR="00D03402" w:rsidRDefault="00D03402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                                       担当医師名(                       )</w:t>
            </w:r>
          </w:p>
        </w:tc>
      </w:tr>
      <w:tr w:rsidR="00D03402" w14:paraId="216CBAE1" w14:textId="77777777" w:rsidTr="00DE72EB">
        <w:trPr>
          <w:cantSplit/>
          <w:trHeight w:val="555"/>
        </w:trPr>
        <w:tc>
          <w:tcPr>
            <w:tcW w:w="1701" w:type="dxa"/>
            <w:gridSpan w:val="4"/>
            <w:vAlign w:val="center"/>
          </w:tcPr>
          <w:p w14:paraId="216CBADE" w14:textId="77777777" w:rsidR="00D03402" w:rsidRDefault="00D03402" w:rsidP="00D03402">
            <w:pPr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加入医療保険</w:t>
            </w:r>
          </w:p>
        </w:tc>
        <w:tc>
          <w:tcPr>
            <w:tcW w:w="8082" w:type="dxa"/>
            <w:gridSpan w:val="9"/>
            <w:vAlign w:val="center"/>
          </w:tcPr>
          <w:p w14:paraId="216CBADF" w14:textId="77777777" w:rsidR="00D03402" w:rsidRDefault="00D03402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国</w:t>
            </w:r>
            <w:r w:rsidR="0051306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保</w:t>
            </w:r>
            <w:r w:rsidR="0051306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・</w:t>
            </w:r>
            <w:r w:rsidR="0051306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社</w:t>
            </w:r>
            <w:r w:rsidR="0051306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保</w:t>
            </w:r>
            <w:r w:rsidR="0051306F">
              <w:rPr>
                <w:rFonts w:hint="eastAsia"/>
                <w:snapToGrid w:val="0"/>
              </w:rPr>
              <w:t xml:space="preserve">　・　共　済　・　その他（　　　　　　　）</w:t>
            </w:r>
          </w:p>
          <w:p w14:paraId="216CBAE0" w14:textId="77777777" w:rsidR="0051306F" w:rsidRDefault="0051306F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記　号（　　　　　　　　　）　番　号（　　　　　　　　　　）</w:t>
            </w:r>
          </w:p>
        </w:tc>
      </w:tr>
      <w:tr w:rsidR="00D03402" w14:paraId="216CBAE4" w14:textId="77777777" w:rsidTr="009925D5">
        <w:trPr>
          <w:cantSplit/>
          <w:trHeight w:val="629"/>
        </w:trPr>
        <w:tc>
          <w:tcPr>
            <w:tcW w:w="2745" w:type="dxa"/>
            <w:gridSpan w:val="5"/>
            <w:tcBorders>
              <w:right w:val="single" w:sz="4" w:space="0" w:color="auto"/>
            </w:tcBorders>
            <w:vAlign w:val="center"/>
          </w:tcPr>
          <w:p w14:paraId="216CBAE2" w14:textId="14DDC74E" w:rsidR="00D03402" w:rsidRDefault="00D03402" w:rsidP="004403C6">
            <w:pPr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乳</w:t>
            </w:r>
            <w:r w:rsidR="00CC7374">
              <w:rPr>
                <w:rFonts w:hint="eastAsia"/>
                <w:snapToGrid w:val="0"/>
              </w:rPr>
              <w:t>幼</w:t>
            </w:r>
            <w:r>
              <w:rPr>
                <w:rFonts w:hint="eastAsia"/>
                <w:snapToGrid w:val="0"/>
              </w:rPr>
              <w:t>児福祉医療受給者番号</w:t>
            </w:r>
          </w:p>
        </w:tc>
        <w:tc>
          <w:tcPr>
            <w:tcW w:w="7038" w:type="dxa"/>
            <w:gridSpan w:val="8"/>
            <w:tcBorders>
              <w:left w:val="single" w:sz="4" w:space="0" w:color="auto"/>
            </w:tcBorders>
            <w:vAlign w:val="center"/>
          </w:tcPr>
          <w:p w14:paraId="216CBAE3" w14:textId="77777777" w:rsidR="00D03402" w:rsidRDefault="00D03402" w:rsidP="00D03402">
            <w:pPr>
              <w:snapToGrid w:val="0"/>
              <w:textAlignment w:val="center"/>
              <w:rPr>
                <w:snapToGrid w:val="0"/>
              </w:rPr>
            </w:pPr>
          </w:p>
        </w:tc>
      </w:tr>
      <w:tr w:rsidR="00EE0ECA" w14:paraId="216CBAE6" w14:textId="77777777" w:rsidTr="00EE0ECA">
        <w:trPr>
          <w:cantSplit/>
          <w:trHeight w:val="415"/>
        </w:trPr>
        <w:tc>
          <w:tcPr>
            <w:tcW w:w="9783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14:paraId="216CBAE5" w14:textId="1DA5A8F7" w:rsidR="00EE0ECA" w:rsidRPr="00EE0ECA" w:rsidRDefault="00EE0ECA" w:rsidP="00C44206">
            <w:pPr>
              <w:snapToGrid w:val="0"/>
              <w:spacing w:line="360" w:lineRule="exact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>（○</w:t>
            </w:r>
            <w:r w:rsidR="00C44206">
              <w:rPr>
                <w:rFonts w:hint="eastAsia"/>
                <w:snapToGrid w:val="0"/>
              </w:rPr>
              <w:t>をつけてください。</w:t>
            </w:r>
            <w:r w:rsidR="00354505">
              <w:rPr>
                <w:rFonts w:hint="eastAsia"/>
                <w:snapToGrid w:val="0"/>
              </w:rPr>
              <w:t>記入事項が</w:t>
            </w:r>
            <w:r>
              <w:rPr>
                <w:rFonts w:hint="eastAsia"/>
                <w:snapToGrid w:val="0"/>
              </w:rPr>
              <w:t>あればご記入をお願い</w:t>
            </w:r>
            <w:r w:rsidR="00C44206">
              <w:rPr>
                <w:rFonts w:hint="eastAsia"/>
                <w:snapToGrid w:val="0"/>
              </w:rPr>
              <w:t>します。</w:t>
            </w:r>
            <w:r>
              <w:rPr>
                <w:rFonts w:hint="eastAsia"/>
                <w:snapToGrid w:val="0"/>
              </w:rPr>
              <w:t>）</w:t>
            </w:r>
          </w:p>
        </w:tc>
      </w:tr>
      <w:tr w:rsidR="009D6400" w14:paraId="216CBAEE" w14:textId="77777777" w:rsidTr="00557DE9">
        <w:trPr>
          <w:cantSplit/>
          <w:trHeight w:val="2263"/>
        </w:trPr>
        <w:tc>
          <w:tcPr>
            <w:tcW w:w="567" w:type="dxa"/>
            <w:gridSpan w:val="2"/>
            <w:textDirection w:val="tbRlV"/>
            <w:vAlign w:val="center"/>
          </w:tcPr>
          <w:p w14:paraId="216CBAE7" w14:textId="77777777" w:rsidR="009D6400" w:rsidRDefault="009D6400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kern w:val="0"/>
              </w:rPr>
              <w:t>予 防 接 種 歴</w:t>
            </w:r>
          </w:p>
        </w:tc>
        <w:tc>
          <w:tcPr>
            <w:tcW w:w="9216" w:type="dxa"/>
            <w:gridSpan w:val="11"/>
            <w:vAlign w:val="center"/>
          </w:tcPr>
          <w:p w14:paraId="216CBAE8" w14:textId="77777777" w:rsidR="009D6400" w:rsidRDefault="009D6400" w:rsidP="004B6354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○ヒ　　   ブ ：（ なし　１・２・３・追加 ） ○ＢＣＧ(結核)　　　：（ なし　済 ）</w:t>
            </w:r>
          </w:p>
          <w:p w14:paraId="216CBAE9" w14:textId="77777777" w:rsidR="009D6400" w:rsidRDefault="009D6400" w:rsidP="00891526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○</w:t>
            </w:r>
            <w:r w:rsidRPr="00BD16D4">
              <w:rPr>
                <w:rFonts w:hint="eastAsia"/>
                <w:snapToGrid w:val="0"/>
                <w:sz w:val="16"/>
                <w:szCs w:val="16"/>
              </w:rPr>
              <w:t>小児用肺炎球菌</w:t>
            </w:r>
            <w:r>
              <w:rPr>
                <w:rFonts w:hint="eastAsia"/>
                <w:snapToGrid w:val="0"/>
              </w:rPr>
              <w:t xml:space="preserve"> ：（ なし　１・２・３・追加 ） ○MR（麻疹風疹混合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 ：（ なし　１・２ ）</w:t>
            </w:r>
          </w:p>
          <w:p w14:paraId="216CBAEA" w14:textId="77777777" w:rsidR="009D6400" w:rsidRDefault="009D6400" w:rsidP="00C065A9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○四 種 混 合 ：（ なし　１・２・３・追加 ） ○水       痘       ：（ なし　１・２ ）</w:t>
            </w:r>
          </w:p>
          <w:p w14:paraId="216CBAEB" w14:textId="77777777" w:rsidR="009D6400" w:rsidRDefault="009D6400" w:rsidP="00C065A9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○日 本 脳 炎 :（ なし　１・２・追加 ）     ○Ｂ</w:t>
            </w:r>
            <w:r w:rsidR="00C44206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型</w:t>
            </w:r>
            <w:r w:rsidR="00C44206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肝</w:t>
            </w:r>
            <w:r w:rsidR="00C44206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炎 </w:t>
            </w:r>
            <w:r w:rsidR="00C44206">
              <w:rPr>
                <w:rFonts w:hint="eastAsia"/>
                <w:snapToGrid w:val="0"/>
              </w:rPr>
              <w:t xml:space="preserve">  </w:t>
            </w:r>
            <w:r>
              <w:rPr>
                <w:rFonts w:hint="eastAsia"/>
                <w:snapToGrid w:val="0"/>
              </w:rPr>
              <w:t xml:space="preserve">    ：（ なし　１・２・３ ）</w:t>
            </w:r>
          </w:p>
          <w:p w14:paraId="216CBAEC" w14:textId="77777777" w:rsidR="009D6400" w:rsidRDefault="009D6400" w:rsidP="00F506EC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○ロタウイルス：（ なし　１・２・３ ）       ○おたふくかぜ      ：（ なし　１・２ ）</w:t>
            </w:r>
          </w:p>
          <w:p w14:paraId="216CBAED" w14:textId="77777777" w:rsidR="009D6400" w:rsidRDefault="009D6400" w:rsidP="009D6400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○</w:t>
            </w:r>
            <w:r w:rsidRPr="009D6400">
              <w:rPr>
                <w:rFonts w:hint="eastAsia"/>
                <w:snapToGrid w:val="0"/>
                <w:sz w:val="18"/>
                <w:szCs w:val="18"/>
              </w:rPr>
              <w:t>インフルエンザ</w:t>
            </w:r>
            <w:r>
              <w:rPr>
                <w:rFonts w:hint="eastAsia"/>
                <w:snapToGrid w:val="0"/>
              </w:rPr>
              <w:t>：（ なし　１・２ ）</w:t>
            </w:r>
          </w:p>
        </w:tc>
      </w:tr>
      <w:tr w:rsidR="009D6400" w14:paraId="216CBAF4" w14:textId="77777777" w:rsidTr="00084BC1">
        <w:trPr>
          <w:cantSplit/>
          <w:trHeight w:val="1533"/>
        </w:trPr>
        <w:tc>
          <w:tcPr>
            <w:tcW w:w="567" w:type="dxa"/>
            <w:gridSpan w:val="2"/>
            <w:textDirection w:val="tbRlV"/>
            <w:vAlign w:val="center"/>
          </w:tcPr>
          <w:p w14:paraId="216CBAEF" w14:textId="77777777" w:rsidR="009D6400" w:rsidRDefault="00EE0ECA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アレルギー歴</w:t>
            </w:r>
          </w:p>
        </w:tc>
        <w:tc>
          <w:tcPr>
            <w:tcW w:w="9216" w:type="dxa"/>
            <w:gridSpan w:val="11"/>
            <w:vAlign w:val="center"/>
          </w:tcPr>
          <w:p w14:paraId="216CBAF0" w14:textId="77777777" w:rsidR="009D6400" w:rsidRPr="00EE0ECA" w:rsidRDefault="00EE0ECA" w:rsidP="00EE0ECA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１　</w:t>
            </w:r>
            <w:r w:rsidRPr="00EE0ECA">
              <w:rPr>
                <w:rFonts w:hint="eastAsia"/>
                <w:snapToGrid w:val="0"/>
              </w:rPr>
              <w:t xml:space="preserve">気管支喘息　　　　　　　　</w:t>
            </w:r>
            <w:r>
              <w:rPr>
                <w:rFonts w:hint="eastAsia"/>
                <w:snapToGrid w:val="0"/>
              </w:rPr>
              <w:t>５　食物アレルギー　　　　６　その他アレルギー</w:t>
            </w:r>
          </w:p>
          <w:p w14:paraId="216CBAF1" w14:textId="77777777" w:rsidR="00EE0ECA" w:rsidRPr="00EE0ECA" w:rsidRDefault="00EE0ECA" w:rsidP="00EE0ECA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２　</w:t>
            </w:r>
            <w:r w:rsidRPr="00EE0ECA">
              <w:rPr>
                <w:rFonts w:hint="eastAsia"/>
                <w:snapToGrid w:val="0"/>
              </w:rPr>
              <w:t>アトピー性皮膚炎</w:t>
            </w:r>
            <w:r>
              <w:rPr>
                <w:rFonts w:hint="eastAsia"/>
                <w:snapToGrid w:val="0"/>
              </w:rPr>
              <w:t xml:space="preserve">　　　　　　　　ミルク・卵　　　　　　　（　　　　　　　　　　）</w:t>
            </w:r>
          </w:p>
          <w:p w14:paraId="216CBAF2" w14:textId="77777777" w:rsidR="00EE0ECA" w:rsidRPr="00EE0ECA" w:rsidRDefault="00EE0ECA" w:rsidP="00EE0ECA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３　</w:t>
            </w:r>
            <w:r w:rsidRPr="00EE0ECA">
              <w:rPr>
                <w:rFonts w:hint="eastAsia"/>
                <w:snapToGrid w:val="0"/>
              </w:rPr>
              <w:t>アレルギー性鼻炎</w:t>
            </w:r>
            <w:r>
              <w:rPr>
                <w:rFonts w:hint="eastAsia"/>
                <w:snapToGrid w:val="0"/>
              </w:rPr>
              <w:t xml:space="preserve">　　　　　　　　その他</w:t>
            </w:r>
          </w:p>
          <w:p w14:paraId="216CBAF3" w14:textId="77777777" w:rsidR="00EE0ECA" w:rsidRPr="00EE0ECA" w:rsidRDefault="00EE0ECA" w:rsidP="00EE0ECA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４　</w:t>
            </w:r>
            <w:r w:rsidRPr="00EE0ECA">
              <w:rPr>
                <w:rFonts w:hint="eastAsia"/>
                <w:snapToGrid w:val="0"/>
              </w:rPr>
              <w:t>じんましん（原因</w:t>
            </w:r>
            <w:r>
              <w:rPr>
                <w:rFonts w:hint="eastAsia"/>
                <w:snapToGrid w:val="0"/>
              </w:rPr>
              <w:t xml:space="preserve">　　</w:t>
            </w:r>
            <w:r w:rsidRPr="00EE0ECA">
              <w:rPr>
                <w:rFonts w:hint="eastAsia"/>
                <w:snapToGrid w:val="0"/>
              </w:rPr>
              <w:t xml:space="preserve">　　　　）</w:t>
            </w:r>
            <w:r>
              <w:rPr>
                <w:rFonts w:hint="eastAsia"/>
                <w:snapToGrid w:val="0"/>
              </w:rPr>
              <w:t xml:space="preserve">　（　　　　　　　　　　）</w:t>
            </w:r>
          </w:p>
        </w:tc>
      </w:tr>
      <w:tr w:rsidR="009D6400" w14:paraId="216CBAFA" w14:textId="77777777" w:rsidTr="00084BC1">
        <w:trPr>
          <w:cantSplit/>
          <w:trHeight w:val="1569"/>
        </w:trPr>
        <w:tc>
          <w:tcPr>
            <w:tcW w:w="567" w:type="dxa"/>
            <w:gridSpan w:val="2"/>
            <w:textDirection w:val="tbRlV"/>
            <w:vAlign w:val="center"/>
          </w:tcPr>
          <w:p w14:paraId="216CBAF5" w14:textId="77777777" w:rsidR="009D6400" w:rsidRDefault="00C44206" w:rsidP="00C44206">
            <w:pPr>
              <w:snapToGrid w:val="0"/>
              <w:ind w:left="113" w:right="113" w:firstLineChars="100" w:firstLine="210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既 往 歴</w:t>
            </w:r>
          </w:p>
        </w:tc>
        <w:tc>
          <w:tcPr>
            <w:tcW w:w="9216" w:type="dxa"/>
            <w:gridSpan w:val="11"/>
            <w:vAlign w:val="center"/>
          </w:tcPr>
          <w:p w14:paraId="216CBAF6" w14:textId="77777777" w:rsidR="009D6400" w:rsidRDefault="00C44206" w:rsidP="00C44206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突発性発疹症　　　　　　　５　麻疹（ましん）　　　　８　水疱（みずぼうそう）</w:t>
            </w:r>
          </w:p>
          <w:p w14:paraId="216CBAF7" w14:textId="77777777" w:rsidR="00C44206" w:rsidRDefault="00C44206" w:rsidP="00C44206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風疹(三日はしか)　　　　　６　おたふくかぜ　　　　　９　百日咳</w:t>
            </w:r>
          </w:p>
          <w:p w14:paraId="216CBAF8" w14:textId="77777777" w:rsidR="00C44206" w:rsidRDefault="00C44206" w:rsidP="00C44206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手足口病　　　　　　　　　７　伝染性紅斑（りんご病）10　川崎病</w:t>
            </w:r>
          </w:p>
          <w:p w14:paraId="216CBAF9" w14:textId="4B8A031C" w:rsidR="00C44206" w:rsidRDefault="00C44206" w:rsidP="00C44206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熱性けいれん（最終：　　年　　月　　日）</w:t>
            </w:r>
            <w:r w:rsidR="008939E1">
              <w:rPr>
                <w:rFonts w:hint="eastAsia"/>
                <w:snapToGrid w:val="0"/>
              </w:rPr>
              <w:t xml:space="preserve">　</w:t>
            </w:r>
            <w:r w:rsidR="003F15F9">
              <w:rPr>
                <w:rFonts w:hint="eastAsia"/>
                <w:snapToGrid w:val="0"/>
              </w:rPr>
              <w:t xml:space="preserve">　　　　　平熱（　　　　　　℃）</w:t>
            </w:r>
          </w:p>
        </w:tc>
      </w:tr>
      <w:tr w:rsidR="009D6400" w14:paraId="216CBAFF" w14:textId="77777777" w:rsidTr="00881E26">
        <w:trPr>
          <w:cantSplit/>
          <w:trHeight w:val="1418"/>
        </w:trPr>
        <w:tc>
          <w:tcPr>
            <w:tcW w:w="567" w:type="dxa"/>
            <w:gridSpan w:val="2"/>
            <w:textDirection w:val="tbRlV"/>
            <w:vAlign w:val="center"/>
          </w:tcPr>
          <w:p w14:paraId="216CBAFB" w14:textId="77777777" w:rsidR="009D6400" w:rsidRDefault="00084BC1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発 育 歴</w:t>
            </w:r>
          </w:p>
        </w:tc>
        <w:tc>
          <w:tcPr>
            <w:tcW w:w="9216" w:type="dxa"/>
            <w:gridSpan w:val="11"/>
            <w:vAlign w:val="center"/>
          </w:tcPr>
          <w:p w14:paraId="39A015D2" w14:textId="1449CAF0" w:rsidR="009258EA" w:rsidRDefault="009258EA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出生体重</w:t>
            </w:r>
            <w:r w:rsidR="00992163">
              <w:rPr>
                <w:rFonts w:hint="eastAsia"/>
                <w:snapToGrid w:val="0"/>
              </w:rPr>
              <w:t xml:space="preserve">　：</w:t>
            </w:r>
            <w:r w:rsidR="00430C62">
              <w:rPr>
                <w:rFonts w:hint="eastAsia"/>
                <w:snapToGrid w:val="0"/>
              </w:rPr>
              <w:t>（　　　　　　　g）</w:t>
            </w:r>
          </w:p>
          <w:p w14:paraId="216CBAFC" w14:textId="43DABD61" w:rsidR="009D6400" w:rsidRDefault="00FC3469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</w:t>
            </w:r>
            <w:r w:rsidR="00084BC1">
              <w:rPr>
                <w:rFonts w:hint="eastAsia"/>
                <w:snapToGrid w:val="0"/>
              </w:rPr>
              <w:t xml:space="preserve">　出産時の異常：　なし　　あり（　　　　　　　　　　　　　　　　　　　　）</w:t>
            </w:r>
          </w:p>
          <w:p w14:paraId="216CBAFD" w14:textId="26D9C95A" w:rsidR="00084BC1" w:rsidRDefault="00FC3469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</w:t>
            </w:r>
            <w:r w:rsidR="00084BC1">
              <w:rPr>
                <w:rFonts w:hint="eastAsia"/>
                <w:snapToGrid w:val="0"/>
              </w:rPr>
              <w:t xml:space="preserve">　首のすわり：　　　ケ月　　</w:t>
            </w:r>
            <w:r w:rsidR="0069236B">
              <w:rPr>
                <w:rFonts w:hint="eastAsia"/>
                <w:snapToGrid w:val="0"/>
              </w:rPr>
              <w:t>５</w:t>
            </w:r>
            <w:r w:rsidR="00084BC1">
              <w:rPr>
                <w:rFonts w:hint="eastAsia"/>
                <w:snapToGrid w:val="0"/>
              </w:rPr>
              <w:t xml:space="preserve">　おすわり　：　　ケ月　　</w:t>
            </w:r>
            <w:r w:rsidR="0069236B">
              <w:rPr>
                <w:rFonts w:hint="eastAsia"/>
                <w:snapToGrid w:val="0"/>
              </w:rPr>
              <w:t>７</w:t>
            </w:r>
            <w:r w:rsidR="002715C6">
              <w:rPr>
                <w:rFonts w:hint="eastAsia"/>
                <w:snapToGrid w:val="0"/>
              </w:rPr>
              <w:t xml:space="preserve">　</w:t>
            </w:r>
            <w:r w:rsidR="00CA35A7">
              <w:rPr>
                <w:rFonts w:hint="eastAsia"/>
                <w:snapToGrid w:val="0"/>
              </w:rPr>
              <w:t>つかまり立ち</w:t>
            </w:r>
            <w:r w:rsidR="00084BC1">
              <w:rPr>
                <w:rFonts w:hint="eastAsia"/>
                <w:snapToGrid w:val="0"/>
              </w:rPr>
              <w:t>：　　　ケ月</w:t>
            </w:r>
          </w:p>
          <w:p w14:paraId="216CBAFE" w14:textId="197F1A9F" w:rsidR="00084BC1" w:rsidRPr="00084BC1" w:rsidRDefault="00FC3469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</w:t>
            </w:r>
            <w:r w:rsidR="00084BC1">
              <w:rPr>
                <w:rFonts w:hint="eastAsia"/>
                <w:snapToGrid w:val="0"/>
              </w:rPr>
              <w:t xml:space="preserve">　寝返り　　：　　　ケ月　　</w:t>
            </w:r>
            <w:r w:rsidR="0069236B">
              <w:rPr>
                <w:rFonts w:hint="eastAsia"/>
                <w:snapToGrid w:val="0"/>
              </w:rPr>
              <w:t>６</w:t>
            </w:r>
            <w:r w:rsidR="00084BC1">
              <w:rPr>
                <w:rFonts w:hint="eastAsia"/>
                <w:snapToGrid w:val="0"/>
              </w:rPr>
              <w:t xml:space="preserve">　</w:t>
            </w:r>
            <w:r w:rsidR="00C22D4E">
              <w:rPr>
                <w:rFonts w:hint="eastAsia"/>
                <w:snapToGrid w:val="0"/>
              </w:rPr>
              <w:t>はいはい</w:t>
            </w:r>
            <w:r w:rsidR="00CA35A7">
              <w:rPr>
                <w:rFonts w:hint="eastAsia"/>
                <w:snapToGrid w:val="0"/>
              </w:rPr>
              <w:t xml:space="preserve">　</w:t>
            </w:r>
            <w:r w:rsidR="00084BC1">
              <w:rPr>
                <w:rFonts w:hint="eastAsia"/>
                <w:snapToGrid w:val="0"/>
              </w:rPr>
              <w:t>：　　ケ月</w:t>
            </w:r>
            <w:r w:rsidR="00C22D4E">
              <w:rPr>
                <w:rFonts w:hint="eastAsia"/>
                <w:snapToGrid w:val="0"/>
              </w:rPr>
              <w:t xml:space="preserve">　　</w:t>
            </w:r>
            <w:r w:rsidR="0069236B">
              <w:rPr>
                <w:rFonts w:hint="eastAsia"/>
                <w:snapToGrid w:val="0"/>
              </w:rPr>
              <w:t>８</w:t>
            </w:r>
            <w:r w:rsidR="00425629">
              <w:rPr>
                <w:rFonts w:hint="eastAsia"/>
                <w:snapToGrid w:val="0"/>
              </w:rPr>
              <w:t xml:space="preserve">　ひとり歩き</w:t>
            </w:r>
            <w:r w:rsidR="00CA35A7">
              <w:rPr>
                <w:rFonts w:hint="eastAsia"/>
                <w:snapToGrid w:val="0"/>
              </w:rPr>
              <w:t xml:space="preserve">　</w:t>
            </w:r>
            <w:r w:rsidR="00425629">
              <w:rPr>
                <w:rFonts w:hint="eastAsia"/>
                <w:snapToGrid w:val="0"/>
              </w:rPr>
              <w:t>：</w:t>
            </w:r>
            <w:r w:rsidR="00CA35A7">
              <w:rPr>
                <w:rFonts w:hint="eastAsia"/>
                <w:snapToGrid w:val="0"/>
              </w:rPr>
              <w:t xml:space="preserve">　　　ケ月</w:t>
            </w:r>
          </w:p>
        </w:tc>
      </w:tr>
      <w:tr w:rsidR="00084BC1" w14:paraId="216CBB05" w14:textId="77777777" w:rsidTr="00084BC1">
        <w:trPr>
          <w:cantSplit/>
          <w:trHeight w:val="1110"/>
        </w:trPr>
        <w:tc>
          <w:tcPr>
            <w:tcW w:w="567" w:type="dxa"/>
            <w:gridSpan w:val="2"/>
            <w:textDirection w:val="tbRlV"/>
            <w:vAlign w:val="center"/>
          </w:tcPr>
          <w:p w14:paraId="216CBB00" w14:textId="77777777" w:rsidR="00084BC1" w:rsidRDefault="00084BC1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食</w:t>
            </w:r>
            <w:r w:rsidR="002C2C1A">
              <w:rPr>
                <w:rFonts w:hint="eastAsia"/>
                <w:snapToGrid w:val="0"/>
                <w:kern w:val="0"/>
              </w:rPr>
              <w:t xml:space="preserve">　　</w:t>
            </w:r>
            <w:r>
              <w:rPr>
                <w:rFonts w:hint="eastAsia"/>
                <w:snapToGrid w:val="0"/>
                <w:kern w:val="0"/>
              </w:rPr>
              <w:t>事</w:t>
            </w:r>
          </w:p>
        </w:tc>
        <w:tc>
          <w:tcPr>
            <w:tcW w:w="9216" w:type="dxa"/>
            <w:gridSpan w:val="11"/>
            <w:vAlign w:val="center"/>
          </w:tcPr>
          <w:p w14:paraId="216CBB01" w14:textId="77777777" w:rsidR="00084BC1" w:rsidRDefault="00084BC1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授乳状況　：</w:t>
            </w:r>
            <w:r w:rsidR="002C2C1A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母乳（　　　）回/日</w:t>
            </w:r>
            <w:r w:rsidR="002C2C1A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・</w:t>
            </w:r>
            <w:r w:rsidR="002C2C1A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ミルク（　　　）回/日</w:t>
            </w:r>
            <w:r w:rsidR="002C2C1A">
              <w:rPr>
                <w:rFonts w:hint="eastAsia"/>
                <w:snapToGrid w:val="0"/>
              </w:rPr>
              <w:t>,（　　　）CC/回</w:t>
            </w:r>
          </w:p>
          <w:p w14:paraId="216CBB02" w14:textId="77777777" w:rsidR="002C2C1A" w:rsidRDefault="002C2C1A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飲ませ方　：　哺乳瓶　・　ストロー　・　コップ　・　その他（　　　　　）</w:t>
            </w:r>
          </w:p>
          <w:p w14:paraId="216CBB03" w14:textId="77777777" w:rsidR="002C2C1A" w:rsidRDefault="002C2C1A" w:rsidP="002C2C1A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３　食 べ 方　:　よく食べる　・　普　通　・　あまり食べない　　</w:t>
            </w:r>
          </w:p>
          <w:p w14:paraId="216CBB04" w14:textId="77777777" w:rsidR="002C2C1A" w:rsidRDefault="002C2C1A" w:rsidP="002C2C1A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食 べ 方  ：　手づかみ　・　スプーン　・　は　し　・　たべさせる</w:t>
            </w:r>
          </w:p>
        </w:tc>
      </w:tr>
      <w:tr w:rsidR="00084BC1" w14:paraId="216CBB0A" w14:textId="77777777" w:rsidTr="00AA059D">
        <w:trPr>
          <w:cantSplit/>
          <w:trHeight w:val="1232"/>
        </w:trPr>
        <w:tc>
          <w:tcPr>
            <w:tcW w:w="567" w:type="dxa"/>
            <w:gridSpan w:val="2"/>
            <w:textDirection w:val="tbRlV"/>
            <w:vAlign w:val="center"/>
          </w:tcPr>
          <w:p w14:paraId="216CBB06" w14:textId="77777777" w:rsidR="00084BC1" w:rsidRDefault="002C2C1A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排</w:t>
            </w:r>
            <w:r w:rsidR="00AA059D">
              <w:rPr>
                <w:rFonts w:hint="eastAsia"/>
                <w:snapToGrid w:val="0"/>
                <w:kern w:val="0"/>
              </w:rPr>
              <w:t xml:space="preserve">　</w:t>
            </w:r>
            <w:r>
              <w:rPr>
                <w:rFonts w:hint="eastAsia"/>
                <w:snapToGrid w:val="0"/>
                <w:kern w:val="0"/>
              </w:rPr>
              <w:t>泄</w:t>
            </w:r>
          </w:p>
        </w:tc>
        <w:tc>
          <w:tcPr>
            <w:tcW w:w="9216" w:type="dxa"/>
            <w:gridSpan w:val="11"/>
            <w:vAlign w:val="center"/>
          </w:tcPr>
          <w:p w14:paraId="216CBB07" w14:textId="77777777" w:rsidR="002C2C1A" w:rsidRDefault="002C2C1A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１　排　　尿　：　（　　）回/日　３　おむつかぶれ　：　かぶれない　</w:t>
            </w:r>
          </w:p>
          <w:p w14:paraId="216CBB08" w14:textId="77777777" w:rsidR="002C2C1A" w:rsidRDefault="002C2C1A" w:rsidP="002C2C1A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排　　便　：　（　　）回/日　　　　　　　　　　　　かぶれやすい（手当法</w:t>
            </w:r>
            <w:r w:rsidR="00AA059D">
              <w:rPr>
                <w:rFonts w:hint="eastAsia"/>
                <w:snapToGrid w:val="0"/>
              </w:rPr>
              <w:t xml:space="preserve">：　　　　</w:t>
            </w:r>
            <w:r>
              <w:rPr>
                <w:rFonts w:hint="eastAsia"/>
                <w:snapToGrid w:val="0"/>
              </w:rPr>
              <w:t>）</w:t>
            </w:r>
          </w:p>
          <w:p w14:paraId="216CBB09" w14:textId="77777777" w:rsidR="00AA059D" w:rsidRDefault="00AA059D" w:rsidP="00AA059D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排泄方法　：　オムツ使用　・　トイレ使用　・　睡眠時のみオムツ　・　トレーニング中</w:t>
            </w:r>
          </w:p>
        </w:tc>
      </w:tr>
      <w:tr w:rsidR="002C2C1A" w14:paraId="216CBB0F" w14:textId="77777777" w:rsidTr="00557DE9">
        <w:trPr>
          <w:cantSplit/>
          <w:trHeight w:val="1284"/>
        </w:trPr>
        <w:tc>
          <w:tcPr>
            <w:tcW w:w="567" w:type="dxa"/>
            <w:gridSpan w:val="2"/>
            <w:textDirection w:val="tbRlV"/>
            <w:vAlign w:val="center"/>
          </w:tcPr>
          <w:p w14:paraId="216CBB0B" w14:textId="77777777" w:rsidR="002C2C1A" w:rsidRDefault="00AA059D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睡 　眠</w:t>
            </w:r>
          </w:p>
        </w:tc>
        <w:tc>
          <w:tcPr>
            <w:tcW w:w="9216" w:type="dxa"/>
            <w:gridSpan w:val="11"/>
            <w:vAlign w:val="center"/>
          </w:tcPr>
          <w:p w14:paraId="216CBB0C" w14:textId="1C51AE78" w:rsidR="002C2C1A" w:rsidRDefault="00AA059D" w:rsidP="00AA059D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寝かせ方　：　おんぶ・抱っこ・添い寝・一人寝・</w:t>
            </w:r>
            <w:r w:rsidR="00F04B60">
              <w:rPr>
                <w:rFonts w:hint="eastAsia"/>
                <w:snapToGrid w:val="0"/>
              </w:rPr>
              <w:t>軽く</w:t>
            </w:r>
            <w:r w:rsidR="00E25BAB">
              <w:rPr>
                <w:rFonts w:hint="eastAsia"/>
                <w:snapToGrid w:val="0"/>
              </w:rPr>
              <w:t>トントン</w:t>
            </w:r>
            <w:r>
              <w:rPr>
                <w:rFonts w:hint="eastAsia"/>
                <w:snapToGrid w:val="0"/>
              </w:rPr>
              <w:t xml:space="preserve">・その他（　　　</w:t>
            </w:r>
            <w:r w:rsidR="00F04B60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）</w:t>
            </w:r>
          </w:p>
          <w:p w14:paraId="216CBB0D" w14:textId="77777777" w:rsidR="00AA059D" w:rsidRDefault="00AA059D" w:rsidP="00AA059D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寝る時のくせ：うつ伏せ ・ 仰向け ・ 横向き ・ おしゃぶり ・ タオル ・ ぬいぐるみ ・</w:t>
            </w:r>
          </w:p>
          <w:p w14:paraId="216CBB0E" w14:textId="77777777" w:rsidR="00AA059D" w:rsidRPr="00AA059D" w:rsidRDefault="00AA059D" w:rsidP="00AA059D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その他（　　　　　　　　　　）</w:t>
            </w:r>
          </w:p>
        </w:tc>
      </w:tr>
      <w:tr w:rsidR="00AA059D" w14:paraId="216CBB12" w14:textId="77777777" w:rsidTr="006B118A">
        <w:trPr>
          <w:cantSplit/>
          <w:trHeight w:val="844"/>
        </w:trPr>
        <w:tc>
          <w:tcPr>
            <w:tcW w:w="567" w:type="dxa"/>
            <w:gridSpan w:val="2"/>
            <w:textDirection w:val="tbRlV"/>
            <w:vAlign w:val="center"/>
          </w:tcPr>
          <w:p w14:paraId="216CBB10" w14:textId="77777777" w:rsidR="00AA059D" w:rsidRDefault="00AA059D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性</w:t>
            </w:r>
            <w:r w:rsidR="006B118A">
              <w:rPr>
                <w:rFonts w:hint="eastAsia"/>
                <w:snapToGrid w:val="0"/>
                <w:kern w:val="0"/>
              </w:rPr>
              <w:t xml:space="preserve"> </w:t>
            </w:r>
            <w:r>
              <w:rPr>
                <w:rFonts w:hint="eastAsia"/>
                <w:snapToGrid w:val="0"/>
                <w:kern w:val="0"/>
              </w:rPr>
              <w:t>格</w:t>
            </w:r>
          </w:p>
        </w:tc>
        <w:tc>
          <w:tcPr>
            <w:tcW w:w="9216" w:type="dxa"/>
            <w:gridSpan w:val="11"/>
            <w:vAlign w:val="center"/>
          </w:tcPr>
          <w:p w14:paraId="216CBB11" w14:textId="77777777" w:rsidR="00AA059D" w:rsidRDefault="00AA059D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</w:p>
        </w:tc>
      </w:tr>
      <w:tr w:rsidR="00AA059D" w14:paraId="216CBB15" w14:textId="77777777" w:rsidTr="006B118A">
        <w:trPr>
          <w:cantSplit/>
          <w:trHeight w:val="1126"/>
        </w:trPr>
        <w:tc>
          <w:tcPr>
            <w:tcW w:w="567" w:type="dxa"/>
            <w:gridSpan w:val="2"/>
            <w:textDirection w:val="tbRlV"/>
            <w:vAlign w:val="center"/>
          </w:tcPr>
          <w:p w14:paraId="216CBB13" w14:textId="77777777" w:rsidR="00AA059D" w:rsidRPr="006B118A" w:rsidRDefault="006B118A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  <w:sz w:val="18"/>
                <w:szCs w:val="18"/>
              </w:rPr>
            </w:pPr>
            <w:r w:rsidRPr="006B118A">
              <w:rPr>
                <w:rFonts w:hint="eastAsia"/>
                <w:snapToGrid w:val="0"/>
                <w:kern w:val="0"/>
                <w:sz w:val="18"/>
                <w:szCs w:val="18"/>
              </w:rPr>
              <w:t>好きな遊び</w:t>
            </w:r>
          </w:p>
        </w:tc>
        <w:tc>
          <w:tcPr>
            <w:tcW w:w="9216" w:type="dxa"/>
            <w:gridSpan w:val="11"/>
            <w:vAlign w:val="center"/>
          </w:tcPr>
          <w:p w14:paraId="216CBB14" w14:textId="77777777" w:rsidR="00AA059D" w:rsidRDefault="00AA059D" w:rsidP="00084BC1">
            <w:pPr>
              <w:snapToGrid w:val="0"/>
              <w:spacing w:line="360" w:lineRule="exact"/>
              <w:textAlignment w:val="center"/>
              <w:rPr>
                <w:snapToGrid w:val="0"/>
              </w:rPr>
            </w:pPr>
          </w:p>
        </w:tc>
      </w:tr>
      <w:tr w:rsidR="00AA059D" w14:paraId="216CBB1B" w14:textId="77777777" w:rsidTr="00895D7A">
        <w:trPr>
          <w:cantSplit/>
          <w:trHeight w:val="1212"/>
        </w:trPr>
        <w:tc>
          <w:tcPr>
            <w:tcW w:w="567" w:type="dxa"/>
            <w:gridSpan w:val="2"/>
            <w:textDirection w:val="tbRlV"/>
            <w:vAlign w:val="center"/>
          </w:tcPr>
          <w:p w14:paraId="216CBB16" w14:textId="77777777" w:rsidR="00AA059D" w:rsidRDefault="006B118A" w:rsidP="006B118A">
            <w:pPr>
              <w:snapToGrid w:val="0"/>
              <w:ind w:left="113" w:right="113"/>
              <w:jc w:val="center"/>
              <w:textAlignment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その他</w:t>
            </w:r>
          </w:p>
        </w:tc>
        <w:tc>
          <w:tcPr>
            <w:tcW w:w="9216" w:type="dxa"/>
            <w:gridSpan w:val="11"/>
            <w:vAlign w:val="center"/>
          </w:tcPr>
          <w:p w14:paraId="216CBB17" w14:textId="77777777" w:rsidR="00AA059D" w:rsidRDefault="006B118A" w:rsidP="006B118A">
            <w:pPr>
              <w:snapToGrid w:val="0"/>
              <w:spacing w:line="360" w:lineRule="exact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(要望･留意点等)</w:t>
            </w:r>
          </w:p>
          <w:p w14:paraId="216CBB18" w14:textId="77777777" w:rsidR="006B118A" w:rsidRDefault="006B118A" w:rsidP="006B118A">
            <w:pPr>
              <w:snapToGrid w:val="0"/>
              <w:spacing w:line="360" w:lineRule="exact"/>
              <w:jc w:val="left"/>
              <w:textAlignment w:val="center"/>
              <w:rPr>
                <w:snapToGrid w:val="0"/>
              </w:rPr>
            </w:pPr>
          </w:p>
          <w:p w14:paraId="216CBB19" w14:textId="77777777" w:rsidR="006B118A" w:rsidRDefault="006B118A" w:rsidP="006B118A">
            <w:pPr>
              <w:snapToGrid w:val="0"/>
              <w:spacing w:line="360" w:lineRule="exact"/>
              <w:jc w:val="left"/>
              <w:textAlignment w:val="center"/>
              <w:rPr>
                <w:snapToGrid w:val="0"/>
              </w:rPr>
            </w:pPr>
          </w:p>
          <w:p w14:paraId="216CBB1A" w14:textId="77777777" w:rsidR="006B118A" w:rsidRDefault="006B118A" w:rsidP="006B118A">
            <w:pPr>
              <w:snapToGrid w:val="0"/>
              <w:spacing w:line="360" w:lineRule="exact"/>
              <w:jc w:val="left"/>
              <w:textAlignment w:val="center"/>
              <w:rPr>
                <w:snapToGrid w:val="0"/>
              </w:rPr>
            </w:pPr>
          </w:p>
        </w:tc>
      </w:tr>
    </w:tbl>
    <w:p w14:paraId="216CBB1C" w14:textId="77777777" w:rsidR="004403C6" w:rsidRPr="00D65810" w:rsidRDefault="004403C6" w:rsidP="006B118A">
      <w:pPr>
        <w:snapToGrid w:val="0"/>
        <w:textAlignment w:val="center"/>
        <w:rPr>
          <w:rFonts w:hint="eastAsia"/>
          <w:snapToGrid w:val="0"/>
        </w:rPr>
      </w:pPr>
    </w:p>
    <w:sectPr w:rsidR="004403C6" w:rsidRPr="00D65810" w:rsidSect="00E93C80">
      <w:pgSz w:w="11906" w:h="16838" w:code="9"/>
      <w:pgMar w:top="1134" w:right="1021" w:bottom="907" w:left="1134" w:header="301" w:footer="170" w:gutter="0"/>
      <w:pgNumType w:fmt="numberInDash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BD39E" w14:textId="77777777" w:rsidR="004507FE" w:rsidRDefault="004507FE">
      <w:r>
        <w:separator/>
      </w:r>
    </w:p>
  </w:endnote>
  <w:endnote w:type="continuationSeparator" w:id="0">
    <w:p w14:paraId="03689B2B" w14:textId="77777777" w:rsidR="004507FE" w:rsidRDefault="0045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41FC7" w14:textId="77777777" w:rsidR="004507FE" w:rsidRDefault="004507FE">
      <w:r>
        <w:separator/>
      </w:r>
    </w:p>
  </w:footnote>
  <w:footnote w:type="continuationSeparator" w:id="0">
    <w:p w14:paraId="46A5FF5A" w14:textId="77777777" w:rsidR="004507FE" w:rsidRDefault="00450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4A8"/>
    <w:multiLevelType w:val="hybridMultilevel"/>
    <w:tmpl w:val="CADA86A0"/>
    <w:lvl w:ilvl="0" w:tplc="E58238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492FBD"/>
    <w:multiLevelType w:val="hybridMultilevel"/>
    <w:tmpl w:val="A0067DC4"/>
    <w:lvl w:ilvl="0" w:tplc="3B6888DA">
      <w:start w:val="1"/>
      <w:numFmt w:val="decimal"/>
      <w:lvlText w:val="(%1)"/>
      <w:lvlJc w:val="left"/>
      <w:pPr>
        <w:ind w:left="97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" w15:restartNumberingAfterBreak="0">
    <w:nsid w:val="14506D25"/>
    <w:multiLevelType w:val="hybridMultilevel"/>
    <w:tmpl w:val="C5D403E6"/>
    <w:lvl w:ilvl="0" w:tplc="D054B412">
      <w:start w:val="1"/>
      <w:numFmt w:val="decimalFullWidth"/>
      <w:lvlText w:val="第%1条"/>
      <w:lvlJc w:val="left"/>
      <w:pPr>
        <w:ind w:left="1080" w:hanging="108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60458C9"/>
    <w:multiLevelType w:val="hybridMultilevel"/>
    <w:tmpl w:val="3FFAE12A"/>
    <w:lvl w:ilvl="0" w:tplc="AEBCDD02">
      <w:start w:val="1"/>
      <w:numFmt w:val="decimal"/>
      <w:lvlText w:val="(%1)"/>
      <w:lvlJc w:val="left"/>
      <w:pPr>
        <w:ind w:left="97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4" w15:restartNumberingAfterBreak="0">
    <w:nsid w:val="2F0D4CEA"/>
    <w:multiLevelType w:val="hybridMultilevel"/>
    <w:tmpl w:val="3C469ED4"/>
    <w:lvl w:ilvl="0" w:tplc="DFAA3C72">
      <w:start w:val="1"/>
      <w:numFmt w:val="decimal"/>
      <w:lvlText w:val="(%1)"/>
      <w:lvlJc w:val="left"/>
      <w:pPr>
        <w:ind w:left="97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4304450B"/>
    <w:multiLevelType w:val="hybridMultilevel"/>
    <w:tmpl w:val="4DCCF2BA"/>
    <w:lvl w:ilvl="0" w:tplc="E63AF31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9D41FD"/>
    <w:multiLevelType w:val="hybridMultilevel"/>
    <w:tmpl w:val="8314F96A"/>
    <w:lvl w:ilvl="0" w:tplc="B87879DC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AC86C19"/>
    <w:multiLevelType w:val="hybridMultilevel"/>
    <w:tmpl w:val="D51E5660"/>
    <w:lvl w:ilvl="0" w:tplc="6C6A998A">
      <w:start w:val="1"/>
      <w:numFmt w:val="decimal"/>
      <w:lvlText w:val="(%1)"/>
      <w:lvlJc w:val="left"/>
      <w:pPr>
        <w:ind w:left="97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num w:numId="1" w16cid:durableId="236592384">
    <w:abstractNumId w:val="6"/>
  </w:num>
  <w:num w:numId="2" w16cid:durableId="1357803846">
    <w:abstractNumId w:val="2"/>
  </w:num>
  <w:num w:numId="3" w16cid:durableId="1628125203">
    <w:abstractNumId w:val="1"/>
  </w:num>
  <w:num w:numId="4" w16cid:durableId="1097291632">
    <w:abstractNumId w:val="4"/>
  </w:num>
  <w:num w:numId="5" w16cid:durableId="1235050907">
    <w:abstractNumId w:val="7"/>
  </w:num>
  <w:num w:numId="6" w16cid:durableId="233199464">
    <w:abstractNumId w:val="3"/>
  </w:num>
  <w:num w:numId="7" w16cid:durableId="1229531226">
    <w:abstractNumId w:val="5"/>
  </w:num>
  <w:num w:numId="8" w16cid:durableId="116713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0F4"/>
    <w:rsid w:val="00007077"/>
    <w:rsid w:val="00007E60"/>
    <w:rsid w:val="00041D5F"/>
    <w:rsid w:val="0005256A"/>
    <w:rsid w:val="000547D0"/>
    <w:rsid w:val="00076118"/>
    <w:rsid w:val="000770A8"/>
    <w:rsid w:val="00082FE3"/>
    <w:rsid w:val="00084BC1"/>
    <w:rsid w:val="00096AA6"/>
    <w:rsid w:val="00097E66"/>
    <w:rsid w:val="000A570A"/>
    <w:rsid w:val="000B69CD"/>
    <w:rsid w:val="000C06E8"/>
    <w:rsid w:val="000C0862"/>
    <w:rsid w:val="000C1156"/>
    <w:rsid w:val="000C4E5C"/>
    <w:rsid w:val="000E3BAB"/>
    <w:rsid w:val="000E40DB"/>
    <w:rsid w:val="000E5F41"/>
    <w:rsid w:val="000F7BF0"/>
    <w:rsid w:val="00102E2A"/>
    <w:rsid w:val="001032EA"/>
    <w:rsid w:val="00105E02"/>
    <w:rsid w:val="00110DA5"/>
    <w:rsid w:val="001167FA"/>
    <w:rsid w:val="0011776D"/>
    <w:rsid w:val="00120F60"/>
    <w:rsid w:val="00122948"/>
    <w:rsid w:val="0012353B"/>
    <w:rsid w:val="00133676"/>
    <w:rsid w:val="0014398C"/>
    <w:rsid w:val="00144FC0"/>
    <w:rsid w:val="001463D8"/>
    <w:rsid w:val="00150927"/>
    <w:rsid w:val="00154C36"/>
    <w:rsid w:val="00170BDA"/>
    <w:rsid w:val="001819E8"/>
    <w:rsid w:val="00182B62"/>
    <w:rsid w:val="00193F41"/>
    <w:rsid w:val="001A3B06"/>
    <w:rsid w:val="001A3CA5"/>
    <w:rsid w:val="001C19D7"/>
    <w:rsid w:val="001F6426"/>
    <w:rsid w:val="001F6C88"/>
    <w:rsid w:val="002049A2"/>
    <w:rsid w:val="002116AD"/>
    <w:rsid w:val="002121D6"/>
    <w:rsid w:val="0021342C"/>
    <w:rsid w:val="002147AF"/>
    <w:rsid w:val="00217388"/>
    <w:rsid w:val="00225BFF"/>
    <w:rsid w:val="002416CD"/>
    <w:rsid w:val="00241E57"/>
    <w:rsid w:val="00256416"/>
    <w:rsid w:val="00262551"/>
    <w:rsid w:val="00267318"/>
    <w:rsid w:val="002715C6"/>
    <w:rsid w:val="002746DA"/>
    <w:rsid w:val="002755E1"/>
    <w:rsid w:val="002777E7"/>
    <w:rsid w:val="0028387C"/>
    <w:rsid w:val="0029444C"/>
    <w:rsid w:val="0029691F"/>
    <w:rsid w:val="002A07DB"/>
    <w:rsid w:val="002B39F3"/>
    <w:rsid w:val="002B7C23"/>
    <w:rsid w:val="002C0CDA"/>
    <w:rsid w:val="002C2C1A"/>
    <w:rsid w:val="002D2439"/>
    <w:rsid w:val="002D5C17"/>
    <w:rsid w:val="002E73B0"/>
    <w:rsid w:val="002F0C30"/>
    <w:rsid w:val="002F4D83"/>
    <w:rsid w:val="00303584"/>
    <w:rsid w:val="00304CEB"/>
    <w:rsid w:val="00305449"/>
    <w:rsid w:val="00314556"/>
    <w:rsid w:val="00315118"/>
    <w:rsid w:val="0032754B"/>
    <w:rsid w:val="00332CFB"/>
    <w:rsid w:val="00334C50"/>
    <w:rsid w:val="00337EED"/>
    <w:rsid w:val="00343DB4"/>
    <w:rsid w:val="00354505"/>
    <w:rsid w:val="00364B8C"/>
    <w:rsid w:val="003668C9"/>
    <w:rsid w:val="00370348"/>
    <w:rsid w:val="003865F6"/>
    <w:rsid w:val="00390F31"/>
    <w:rsid w:val="00391F2C"/>
    <w:rsid w:val="00394C71"/>
    <w:rsid w:val="0039703A"/>
    <w:rsid w:val="003A35C3"/>
    <w:rsid w:val="003B11D6"/>
    <w:rsid w:val="003B2236"/>
    <w:rsid w:val="003B6D6F"/>
    <w:rsid w:val="003C0F68"/>
    <w:rsid w:val="003D71CD"/>
    <w:rsid w:val="003D7935"/>
    <w:rsid w:val="003E37F0"/>
    <w:rsid w:val="003F15F9"/>
    <w:rsid w:val="00406271"/>
    <w:rsid w:val="00422872"/>
    <w:rsid w:val="00425629"/>
    <w:rsid w:val="004307A9"/>
    <w:rsid w:val="00430C62"/>
    <w:rsid w:val="00434CD4"/>
    <w:rsid w:val="004403C6"/>
    <w:rsid w:val="0044228B"/>
    <w:rsid w:val="00443813"/>
    <w:rsid w:val="00445735"/>
    <w:rsid w:val="00447035"/>
    <w:rsid w:val="004507FE"/>
    <w:rsid w:val="0045354E"/>
    <w:rsid w:val="00462A22"/>
    <w:rsid w:val="004630B3"/>
    <w:rsid w:val="004705B2"/>
    <w:rsid w:val="00476CF6"/>
    <w:rsid w:val="0048193F"/>
    <w:rsid w:val="00483301"/>
    <w:rsid w:val="00485CA9"/>
    <w:rsid w:val="004A370B"/>
    <w:rsid w:val="004A4FF9"/>
    <w:rsid w:val="004A63D4"/>
    <w:rsid w:val="004B1691"/>
    <w:rsid w:val="004B5EF7"/>
    <w:rsid w:val="004B5F9D"/>
    <w:rsid w:val="004B6354"/>
    <w:rsid w:val="004B6D98"/>
    <w:rsid w:val="004C5843"/>
    <w:rsid w:val="004F0DD6"/>
    <w:rsid w:val="005037C8"/>
    <w:rsid w:val="0050431B"/>
    <w:rsid w:val="0051306F"/>
    <w:rsid w:val="005336A9"/>
    <w:rsid w:val="00544731"/>
    <w:rsid w:val="005472A9"/>
    <w:rsid w:val="005557B5"/>
    <w:rsid w:val="00557DE9"/>
    <w:rsid w:val="005702CD"/>
    <w:rsid w:val="00573785"/>
    <w:rsid w:val="00574BAD"/>
    <w:rsid w:val="00581A2E"/>
    <w:rsid w:val="00584E77"/>
    <w:rsid w:val="00593EBD"/>
    <w:rsid w:val="00597CD7"/>
    <w:rsid w:val="005A3B9C"/>
    <w:rsid w:val="005A46D0"/>
    <w:rsid w:val="005A4CE2"/>
    <w:rsid w:val="005A5E1D"/>
    <w:rsid w:val="005C1757"/>
    <w:rsid w:val="005C3357"/>
    <w:rsid w:val="005C5051"/>
    <w:rsid w:val="005D512A"/>
    <w:rsid w:val="006003A5"/>
    <w:rsid w:val="006120CF"/>
    <w:rsid w:val="00612BFC"/>
    <w:rsid w:val="00617665"/>
    <w:rsid w:val="00624827"/>
    <w:rsid w:val="006423E7"/>
    <w:rsid w:val="006459FB"/>
    <w:rsid w:val="00647621"/>
    <w:rsid w:val="0066234E"/>
    <w:rsid w:val="00674263"/>
    <w:rsid w:val="00682DC9"/>
    <w:rsid w:val="0069236B"/>
    <w:rsid w:val="006A365E"/>
    <w:rsid w:val="006B118A"/>
    <w:rsid w:val="006B313D"/>
    <w:rsid w:val="006C3FFA"/>
    <w:rsid w:val="006D0575"/>
    <w:rsid w:val="006D2BAB"/>
    <w:rsid w:val="006D6EE3"/>
    <w:rsid w:val="006D7147"/>
    <w:rsid w:val="006E0611"/>
    <w:rsid w:val="006E1D76"/>
    <w:rsid w:val="006F0E31"/>
    <w:rsid w:val="006F57B2"/>
    <w:rsid w:val="007045DE"/>
    <w:rsid w:val="00706B0A"/>
    <w:rsid w:val="00707C33"/>
    <w:rsid w:val="00710BF3"/>
    <w:rsid w:val="00710CD9"/>
    <w:rsid w:val="00713F04"/>
    <w:rsid w:val="00714799"/>
    <w:rsid w:val="00722478"/>
    <w:rsid w:val="007226AE"/>
    <w:rsid w:val="00722B8D"/>
    <w:rsid w:val="00723A8B"/>
    <w:rsid w:val="00733C43"/>
    <w:rsid w:val="00734FFB"/>
    <w:rsid w:val="007434D2"/>
    <w:rsid w:val="00746CE9"/>
    <w:rsid w:val="00750508"/>
    <w:rsid w:val="00750688"/>
    <w:rsid w:val="00755824"/>
    <w:rsid w:val="00766620"/>
    <w:rsid w:val="00770901"/>
    <w:rsid w:val="00774B0B"/>
    <w:rsid w:val="0077767C"/>
    <w:rsid w:val="00780F7B"/>
    <w:rsid w:val="007831CF"/>
    <w:rsid w:val="007A6D10"/>
    <w:rsid w:val="007A6F16"/>
    <w:rsid w:val="007D2F87"/>
    <w:rsid w:val="007D381C"/>
    <w:rsid w:val="007D6870"/>
    <w:rsid w:val="007E1346"/>
    <w:rsid w:val="007F34F8"/>
    <w:rsid w:val="007F4498"/>
    <w:rsid w:val="00811F13"/>
    <w:rsid w:val="008222DF"/>
    <w:rsid w:val="008225DB"/>
    <w:rsid w:val="00832D66"/>
    <w:rsid w:val="0083732E"/>
    <w:rsid w:val="00837B5D"/>
    <w:rsid w:val="00846EC6"/>
    <w:rsid w:val="008472F2"/>
    <w:rsid w:val="00850B08"/>
    <w:rsid w:val="00870EC6"/>
    <w:rsid w:val="00873F6A"/>
    <w:rsid w:val="0087436E"/>
    <w:rsid w:val="00876567"/>
    <w:rsid w:val="00881E26"/>
    <w:rsid w:val="008830A5"/>
    <w:rsid w:val="00886F21"/>
    <w:rsid w:val="00891526"/>
    <w:rsid w:val="008939E1"/>
    <w:rsid w:val="008954AF"/>
    <w:rsid w:val="00895D7A"/>
    <w:rsid w:val="008A0AE9"/>
    <w:rsid w:val="008A32E2"/>
    <w:rsid w:val="008B03CF"/>
    <w:rsid w:val="008C4618"/>
    <w:rsid w:val="008C614E"/>
    <w:rsid w:val="008C6B20"/>
    <w:rsid w:val="008D7C3A"/>
    <w:rsid w:val="008E34E4"/>
    <w:rsid w:val="008F1874"/>
    <w:rsid w:val="00900134"/>
    <w:rsid w:val="00905E6D"/>
    <w:rsid w:val="009168FB"/>
    <w:rsid w:val="00920EF8"/>
    <w:rsid w:val="009237E5"/>
    <w:rsid w:val="009258EA"/>
    <w:rsid w:val="0094213E"/>
    <w:rsid w:val="00960736"/>
    <w:rsid w:val="009617DA"/>
    <w:rsid w:val="00961AF7"/>
    <w:rsid w:val="00965756"/>
    <w:rsid w:val="009768F2"/>
    <w:rsid w:val="00992163"/>
    <w:rsid w:val="009925D5"/>
    <w:rsid w:val="00996F4F"/>
    <w:rsid w:val="009A11DB"/>
    <w:rsid w:val="009A1215"/>
    <w:rsid w:val="009A27CB"/>
    <w:rsid w:val="009A316E"/>
    <w:rsid w:val="009A5E3D"/>
    <w:rsid w:val="009B0853"/>
    <w:rsid w:val="009B0ADE"/>
    <w:rsid w:val="009B21D9"/>
    <w:rsid w:val="009D0095"/>
    <w:rsid w:val="009D057F"/>
    <w:rsid w:val="009D2B16"/>
    <w:rsid w:val="009D6400"/>
    <w:rsid w:val="009E69D2"/>
    <w:rsid w:val="009F30AB"/>
    <w:rsid w:val="009F31D5"/>
    <w:rsid w:val="009F3552"/>
    <w:rsid w:val="009F7650"/>
    <w:rsid w:val="009F7C55"/>
    <w:rsid w:val="00A0458E"/>
    <w:rsid w:val="00A05B3B"/>
    <w:rsid w:val="00A24DE9"/>
    <w:rsid w:val="00A37F14"/>
    <w:rsid w:val="00A408C7"/>
    <w:rsid w:val="00A45CAE"/>
    <w:rsid w:val="00A505F6"/>
    <w:rsid w:val="00A52258"/>
    <w:rsid w:val="00A63053"/>
    <w:rsid w:val="00A64555"/>
    <w:rsid w:val="00A67F92"/>
    <w:rsid w:val="00A71171"/>
    <w:rsid w:val="00A80D60"/>
    <w:rsid w:val="00A8770F"/>
    <w:rsid w:val="00A87715"/>
    <w:rsid w:val="00A92D1C"/>
    <w:rsid w:val="00A93FE3"/>
    <w:rsid w:val="00AA059D"/>
    <w:rsid w:val="00AB1CF3"/>
    <w:rsid w:val="00AC32CB"/>
    <w:rsid w:val="00AC3676"/>
    <w:rsid w:val="00AC4B5E"/>
    <w:rsid w:val="00AD759D"/>
    <w:rsid w:val="00AE59DC"/>
    <w:rsid w:val="00AF2508"/>
    <w:rsid w:val="00B1478D"/>
    <w:rsid w:val="00B26D64"/>
    <w:rsid w:val="00B32F3C"/>
    <w:rsid w:val="00B366B8"/>
    <w:rsid w:val="00B37208"/>
    <w:rsid w:val="00B41E4B"/>
    <w:rsid w:val="00B512D4"/>
    <w:rsid w:val="00B539C4"/>
    <w:rsid w:val="00B56036"/>
    <w:rsid w:val="00B655BC"/>
    <w:rsid w:val="00B92BF5"/>
    <w:rsid w:val="00B94018"/>
    <w:rsid w:val="00BA53A0"/>
    <w:rsid w:val="00BA5720"/>
    <w:rsid w:val="00BA7B56"/>
    <w:rsid w:val="00BB43AF"/>
    <w:rsid w:val="00BB5FA7"/>
    <w:rsid w:val="00BC4A14"/>
    <w:rsid w:val="00BD0CFF"/>
    <w:rsid w:val="00BD16D4"/>
    <w:rsid w:val="00BD26AA"/>
    <w:rsid w:val="00BE090C"/>
    <w:rsid w:val="00BE5654"/>
    <w:rsid w:val="00BE687E"/>
    <w:rsid w:val="00C01AFC"/>
    <w:rsid w:val="00C05994"/>
    <w:rsid w:val="00C065A9"/>
    <w:rsid w:val="00C10343"/>
    <w:rsid w:val="00C10EA7"/>
    <w:rsid w:val="00C12DFA"/>
    <w:rsid w:val="00C133F4"/>
    <w:rsid w:val="00C13A58"/>
    <w:rsid w:val="00C22D4E"/>
    <w:rsid w:val="00C30E0E"/>
    <w:rsid w:val="00C368EA"/>
    <w:rsid w:val="00C37974"/>
    <w:rsid w:val="00C37C7C"/>
    <w:rsid w:val="00C44206"/>
    <w:rsid w:val="00C51E08"/>
    <w:rsid w:val="00C56D6F"/>
    <w:rsid w:val="00C5767C"/>
    <w:rsid w:val="00C62245"/>
    <w:rsid w:val="00C624D6"/>
    <w:rsid w:val="00C629EC"/>
    <w:rsid w:val="00C658FA"/>
    <w:rsid w:val="00C703DD"/>
    <w:rsid w:val="00C74299"/>
    <w:rsid w:val="00CA35A7"/>
    <w:rsid w:val="00CA4682"/>
    <w:rsid w:val="00CB122C"/>
    <w:rsid w:val="00CB6626"/>
    <w:rsid w:val="00CC1AD2"/>
    <w:rsid w:val="00CC55E3"/>
    <w:rsid w:val="00CC7374"/>
    <w:rsid w:val="00CD357C"/>
    <w:rsid w:val="00CD4704"/>
    <w:rsid w:val="00D03402"/>
    <w:rsid w:val="00D07161"/>
    <w:rsid w:val="00D13599"/>
    <w:rsid w:val="00D157AB"/>
    <w:rsid w:val="00D16C97"/>
    <w:rsid w:val="00D30397"/>
    <w:rsid w:val="00D33462"/>
    <w:rsid w:val="00D4023E"/>
    <w:rsid w:val="00D41B58"/>
    <w:rsid w:val="00D523A9"/>
    <w:rsid w:val="00D55AE0"/>
    <w:rsid w:val="00D5777D"/>
    <w:rsid w:val="00D61E9A"/>
    <w:rsid w:val="00D625E5"/>
    <w:rsid w:val="00D65810"/>
    <w:rsid w:val="00D71034"/>
    <w:rsid w:val="00D721C4"/>
    <w:rsid w:val="00D73FFF"/>
    <w:rsid w:val="00D75900"/>
    <w:rsid w:val="00D91562"/>
    <w:rsid w:val="00D9571F"/>
    <w:rsid w:val="00D95D57"/>
    <w:rsid w:val="00D95FDE"/>
    <w:rsid w:val="00DA00F2"/>
    <w:rsid w:val="00DA7E3F"/>
    <w:rsid w:val="00DB045A"/>
    <w:rsid w:val="00DB352B"/>
    <w:rsid w:val="00DB38B1"/>
    <w:rsid w:val="00DC4AB8"/>
    <w:rsid w:val="00DE72EB"/>
    <w:rsid w:val="00DF2378"/>
    <w:rsid w:val="00E010A3"/>
    <w:rsid w:val="00E0636E"/>
    <w:rsid w:val="00E06C4C"/>
    <w:rsid w:val="00E151B4"/>
    <w:rsid w:val="00E16AF4"/>
    <w:rsid w:val="00E16DF0"/>
    <w:rsid w:val="00E25BAB"/>
    <w:rsid w:val="00E2631F"/>
    <w:rsid w:val="00E351AF"/>
    <w:rsid w:val="00E46655"/>
    <w:rsid w:val="00E518C8"/>
    <w:rsid w:val="00E51BE7"/>
    <w:rsid w:val="00E524B6"/>
    <w:rsid w:val="00E611B9"/>
    <w:rsid w:val="00E630F4"/>
    <w:rsid w:val="00E81471"/>
    <w:rsid w:val="00E85F35"/>
    <w:rsid w:val="00E93C80"/>
    <w:rsid w:val="00EA6D58"/>
    <w:rsid w:val="00EB6D35"/>
    <w:rsid w:val="00EB7A1D"/>
    <w:rsid w:val="00ED0C96"/>
    <w:rsid w:val="00ED0EC3"/>
    <w:rsid w:val="00EE0ECA"/>
    <w:rsid w:val="00EE7665"/>
    <w:rsid w:val="00F04B60"/>
    <w:rsid w:val="00F05196"/>
    <w:rsid w:val="00F07B43"/>
    <w:rsid w:val="00F1607B"/>
    <w:rsid w:val="00F3139F"/>
    <w:rsid w:val="00F32DEB"/>
    <w:rsid w:val="00F37BBC"/>
    <w:rsid w:val="00F429E8"/>
    <w:rsid w:val="00F506EC"/>
    <w:rsid w:val="00F56C75"/>
    <w:rsid w:val="00F63038"/>
    <w:rsid w:val="00F75D87"/>
    <w:rsid w:val="00F80AE0"/>
    <w:rsid w:val="00F90B90"/>
    <w:rsid w:val="00F91147"/>
    <w:rsid w:val="00FA448F"/>
    <w:rsid w:val="00FA5F61"/>
    <w:rsid w:val="00FA6ED6"/>
    <w:rsid w:val="00FA6F60"/>
    <w:rsid w:val="00FB57B0"/>
    <w:rsid w:val="00FC19B7"/>
    <w:rsid w:val="00FC3469"/>
    <w:rsid w:val="00FC5D42"/>
    <w:rsid w:val="00FC5E15"/>
    <w:rsid w:val="00FD1C45"/>
    <w:rsid w:val="00FD23C8"/>
    <w:rsid w:val="00FD2CC7"/>
    <w:rsid w:val="00FD3BF1"/>
    <w:rsid w:val="00FD48EB"/>
    <w:rsid w:val="00FD6871"/>
    <w:rsid w:val="00FD68FC"/>
    <w:rsid w:val="00FE0788"/>
    <w:rsid w:val="00FE778B"/>
    <w:rsid w:val="00FF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6CBA6E"/>
  <w14:defaultImageDpi w14:val="0"/>
  <w15:docId w15:val="{3D43473C-B2F2-4E7E-91B7-809B0474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C3357"/>
    <w:rPr>
      <w:rFonts w:ascii="ＭＳ 明朝" w:hAnsi="Courier New" w:cs="Times New Roman"/>
      <w:kern w:val="2"/>
      <w:sz w:val="21"/>
    </w:rPr>
  </w:style>
  <w:style w:type="paragraph" w:styleId="a7">
    <w:name w:val="Note Heading"/>
    <w:basedOn w:val="a"/>
    <w:next w:val="a"/>
    <w:link w:val="a8"/>
    <w:uiPriority w:val="99"/>
    <w:rsid w:val="00C30E0E"/>
    <w:pPr>
      <w:wordWrap/>
      <w:autoSpaceDE/>
      <w:autoSpaceDN/>
      <w:adjustRightInd w:val="0"/>
      <w:jc w:val="center"/>
      <w:textAlignment w:val="baseline"/>
    </w:pPr>
    <w:rPr>
      <w:rFonts w:ascii="Century" w:hAnsi="Century"/>
      <w:kern w:val="0"/>
    </w:rPr>
  </w:style>
  <w:style w:type="character" w:customStyle="1" w:styleId="a8">
    <w:name w:val="記 (文字)"/>
    <w:basedOn w:val="a0"/>
    <w:link w:val="a7"/>
    <w:uiPriority w:val="99"/>
    <w:locked/>
    <w:rsid w:val="00C30E0E"/>
    <w:rPr>
      <w:rFonts w:cs="Times New Roman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overflowPunct w:val="0"/>
      <w:ind w:left="210" w:hanging="210"/>
    </w:pPr>
  </w:style>
  <w:style w:type="character" w:customStyle="1" w:styleId="ab">
    <w:name w:val="本文インデント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c">
    <w:name w:val="Plain Text"/>
    <w:basedOn w:val="a"/>
    <w:link w:val="ad"/>
    <w:uiPriority w:val="99"/>
    <w:rsid w:val="00D13599"/>
    <w:pPr>
      <w:wordWrap/>
      <w:autoSpaceDE/>
      <w:autoSpaceDN/>
    </w:pPr>
    <w:rPr>
      <w:rFonts w:cs="Courier New"/>
      <w:szCs w:val="21"/>
    </w:rPr>
  </w:style>
  <w:style w:type="character" w:customStyle="1" w:styleId="ad">
    <w:name w:val="書式なし (文字)"/>
    <w:basedOn w:val="a0"/>
    <w:link w:val="ac"/>
    <w:uiPriority w:val="99"/>
    <w:locked/>
    <w:rsid w:val="00D13599"/>
    <w:rPr>
      <w:rFonts w:ascii="ＭＳ 明朝" w:hAnsi="Courier New" w:cs="Courier New"/>
      <w:kern w:val="2"/>
      <w:sz w:val="21"/>
      <w:szCs w:val="21"/>
    </w:rPr>
  </w:style>
  <w:style w:type="paragraph" w:styleId="ae">
    <w:name w:val="Balloon Text"/>
    <w:basedOn w:val="a"/>
    <w:link w:val="af"/>
    <w:uiPriority w:val="99"/>
    <w:semiHidden/>
    <w:rsid w:val="00096AA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character" w:styleId="af0">
    <w:name w:val="Hyperlink"/>
    <w:basedOn w:val="a0"/>
    <w:uiPriority w:val="99"/>
    <w:rsid w:val="00B1478D"/>
    <w:rPr>
      <w:rFonts w:cs="Times New Roman"/>
      <w:color w:val="0000FF"/>
      <w:u w:val="single"/>
    </w:rPr>
  </w:style>
  <w:style w:type="table" w:styleId="af1">
    <w:name w:val="Table Grid"/>
    <w:basedOn w:val="a1"/>
    <w:uiPriority w:val="99"/>
    <w:rsid w:val="00B1478D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タイトル"/>
    <w:basedOn w:val="a"/>
    <w:uiPriority w:val="99"/>
    <w:rsid w:val="00D61E9A"/>
    <w:pPr>
      <w:overflowPunct w:val="0"/>
      <w:ind w:left="840" w:right="840"/>
    </w:pPr>
    <w:rPr>
      <w:rFonts w:hAnsi="Century"/>
      <w:sz w:val="28"/>
    </w:rPr>
  </w:style>
  <w:style w:type="paragraph" w:styleId="af3">
    <w:name w:val="List Paragraph"/>
    <w:basedOn w:val="a"/>
    <w:uiPriority w:val="34"/>
    <w:qFormat/>
    <w:rsid w:val="00EE0E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3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97\Template\Normal&#2603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0684b8-db35-40a0-b74a-f5f8f5a56615">
      <Terms xmlns="http://schemas.microsoft.com/office/infopath/2007/PartnerControls"/>
    </lcf76f155ced4ddcb4097134ff3c332f>
    <TaxCatchAll xmlns="f843bc01-f667-4fdd-aaf3-b3f1f01dcc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15" ma:contentTypeDescription="新しいドキュメントを作成します。" ma:contentTypeScope="" ma:versionID="94a89f2463196b5b14d71b1f99d99cc9">
  <xsd:schema xmlns:xsd="http://www.w3.org/2001/XMLSchema" xmlns:xs="http://www.w3.org/2001/XMLSchema" xmlns:p="http://schemas.microsoft.com/office/2006/metadata/properties" xmlns:ns2="f30684b8-db35-40a0-b74a-f5f8f5a56615" xmlns:ns3="f843bc01-f667-4fdd-aaf3-b3f1f01dcc8f" targetNamespace="http://schemas.microsoft.com/office/2006/metadata/properties" ma:root="true" ma:fieldsID="c70c0ade16dc1851853381ce91803c47" ns2:_="" ns3:_="">
    <xsd:import namespace="f30684b8-db35-40a0-b74a-f5f8f5a56615"/>
    <xsd:import namespace="f843bc01-f667-4fdd-aaf3-b3f1f01dcc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6962c31-0892-4e9c-a1e7-95cbff7142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bc01-f667-4fdd-aaf3-b3f1f01dcc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17cc87a-8af2-468b-9f66-93be7584e6ef}" ma:internalName="TaxCatchAll" ma:showField="CatchAllData" ma:web="f843bc01-f667-4fdd-aaf3-b3f1f01dc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BB9F3C-57B2-4B09-AC7A-E0EC49E2DB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91C91-DD7E-403A-B305-9C7105DE76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C57B41-F764-4C57-AFD4-0DC44501A823}">
  <ds:schemaRefs>
    <ds:schemaRef ds:uri="http://schemas.microsoft.com/office/2006/metadata/properties"/>
    <ds:schemaRef ds:uri="http://schemas.microsoft.com/office/infopath/2007/PartnerControls"/>
    <ds:schemaRef ds:uri="f30684b8-db35-40a0-b74a-f5f8f5a56615"/>
    <ds:schemaRef ds:uri="f843bc01-f667-4fdd-aaf3-b3f1f01dcc8f"/>
  </ds:schemaRefs>
</ds:datastoreItem>
</file>

<file path=customXml/itemProps4.xml><?xml version="1.0" encoding="utf-8"?>
<ds:datastoreItem xmlns:ds="http://schemas.openxmlformats.org/officeDocument/2006/customXml" ds:itemID="{4736484E-A3C5-4048-B4DB-D61BBB2EAF2B}"/>
</file>

<file path=docProps/app.xml><?xml version="1.0" encoding="utf-8"?>
<Properties xmlns="http://schemas.openxmlformats.org/officeDocument/2006/extended-properties" xmlns:vt="http://schemas.openxmlformats.org/officeDocument/2006/docPropsVTypes">
  <Template>Normal新</Template>
  <TotalTime>31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様式第1号(第4条関係)</vt:lpstr>
    </vt:vector>
  </TitlesOfParts>
  <Company>Toshiba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(株)ぎょうせい</dc:creator>
  <cp:lastModifiedBy>病児</cp:lastModifiedBy>
  <cp:revision>35</cp:revision>
  <cp:lastPrinted>2019-10-12T02:11:00Z</cp:lastPrinted>
  <dcterms:created xsi:type="dcterms:W3CDTF">2019-10-12T04:46:00Z</dcterms:created>
  <dcterms:modified xsi:type="dcterms:W3CDTF">2023-02-01T03:56:00Z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  <property fmtid="{D5CDD505-2E9C-101B-9397-08002B2CF9AE}" pid="3" name="MediaServiceImageTags">
    <vt:lpwstr/>
  </property>
</Properties>
</file>